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5B76A" w14:textId="03179573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6EA4403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43FED26" w14:textId="6F154D5F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154C3">
        <w:rPr>
          <w:rFonts w:ascii="Corbel" w:hAnsi="Corbel"/>
          <w:b/>
          <w:smallCaps/>
          <w:sz w:val="24"/>
          <w:szCs w:val="24"/>
        </w:rPr>
        <w:tab/>
      </w:r>
      <w:r w:rsidR="00CA6558">
        <w:rPr>
          <w:rFonts w:ascii="Corbel" w:hAnsi="Corbel"/>
          <w:i/>
          <w:smallCaps/>
          <w:sz w:val="24"/>
          <w:szCs w:val="24"/>
        </w:rPr>
        <w:t>2024-2027</w:t>
      </w:r>
    </w:p>
    <w:p w14:paraId="13799E47" w14:textId="2147A240" w:rsidR="0085747A" w:rsidRPr="002154C3" w:rsidRDefault="00EA4832" w:rsidP="00EA4832">
      <w:pPr>
        <w:spacing w:after="0" w:line="240" w:lineRule="exact"/>
        <w:jc w:val="both"/>
        <w:rPr>
          <w:rFonts w:ascii="Corbel" w:hAnsi="Corbel"/>
          <w:sz w:val="16"/>
          <w:szCs w:val="16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="002154C3">
        <w:rPr>
          <w:rFonts w:ascii="Corbel" w:hAnsi="Corbel"/>
          <w:i/>
          <w:sz w:val="24"/>
          <w:szCs w:val="24"/>
        </w:rPr>
        <w:tab/>
      </w:r>
      <w:r w:rsidR="0085747A" w:rsidRPr="002154C3">
        <w:rPr>
          <w:rFonts w:ascii="Corbel" w:hAnsi="Corbel"/>
          <w:i/>
          <w:sz w:val="16"/>
          <w:szCs w:val="16"/>
        </w:rPr>
        <w:t>(skrajne daty</w:t>
      </w:r>
      <w:r w:rsidR="0085747A" w:rsidRPr="002154C3">
        <w:rPr>
          <w:rFonts w:ascii="Corbel" w:hAnsi="Corbel"/>
          <w:sz w:val="16"/>
          <w:szCs w:val="16"/>
        </w:rPr>
        <w:t>)</w:t>
      </w:r>
    </w:p>
    <w:p w14:paraId="3BB9CA9B" w14:textId="345DC700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E43DA8">
        <w:rPr>
          <w:rFonts w:ascii="Corbel" w:hAnsi="Corbel"/>
          <w:sz w:val="20"/>
          <w:szCs w:val="20"/>
        </w:rPr>
        <w:t>202</w:t>
      </w:r>
      <w:r w:rsidR="00CA6558">
        <w:rPr>
          <w:rFonts w:ascii="Corbel" w:hAnsi="Corbel"/>
          <w:sz w:val="20"/>
          <w:szCs w:val="20"/>
        </w:rPr>
        <w:t>5</w:t>
      </w:r>
      <w:r w:rsidR="00E43DA8">
        <w:rPr>
          <w:rFonts w:ascii="Corbel" w:hAnsi="Corbel"/>
          <w:sz w:val="20"/>
          <w:szCs w:val="20"/>
        </w:rPr>
        <w:t>/202</w:t>
      </w:r>
      <w:r w:rsidR="00CA6558">
        <w:rPr>
          <w:rFonts w:ascii="Corbel" w:hAnsi="Corbel"/>
          <w:sz w:val="20"/>
          <w:szCs w:val="20"/>
        </w:rPr>
        <w:t>6</w:t>
      </w:r>
    </w:p>
    <w:p w14:paraId="619E7AB7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D6B99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04F5F3C" w14:textId="77777777" w:rsidTr="00B819C8">
        <w:tc>
          <w:tcPr>
            <w:tcW w:w="2694" w:type="dxa"/>
            <w:vAlign w:val="center"/>
          </w:tcPr>
          <w:p w14:paraId="239A9A0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1456B5" w14:textId="7D6B8B74" w:rsidR="0085747A" w:rsidRPr="00330DB2" w:rsidRDefault="00677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Pedagogika resocjalizacyjna</w:t>
            </w:r>
          </w:p>
        </w:tc>
      </w:tr>
      <w:tr w:rsidR="0085747A" w:rsidRPr="00B169DF" w14:paraId="4E21CCD5" w14:textId="77777777" w:rsidTr="00B819C8">
        <w:tc>
          <w:tcPr>
            <w:tcW w:w="2694" w:type="dxa"/>
            <w:vAlign w:val="center"/>
          </w:tcPr>
          <w:p w14:paraId="50052F7A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FB3B60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66DA71B0" w14:textId="77777777" w:rsidTr="00B819C8">
        <w:tc>
          <w:tcPr>
            <w:tcW w:w="2694" w:type="dxa"/>
            <w:vAlign w:val="center"/>
          </w:tcPr>
          <w:p w14:paraId="01BBE412" w14:textId="49EFE30E" w:rsidR="0085747A" w:rsidRPr="00B169DF" w:rsidRDefault="007C475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292E1A" w14:textId="5DCDD3CE" w:rsidR="0085747A" w:rsidRPr="00B169DF" w:rsidRDefault="007C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3B5F80BA" w14:textId="77777777" w:rsidTr="00B819C8">
        <w:tc>
          <w:tcPr>
            <w:tcW w:w="2694" w:type="dxa"/>
            <w:vAlign w:val="center"/>
          </w:tcPr>
          <w:p w14:paraId="6548606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A725BD" w14:textId="38765A93" w:rsidR="0085747A" w:rsidRPr="00B169DF" w:rsidRDefault="00E43D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14:paraId="101F013E" w14:textId="77777777" w:rsidTr="00B819C8">
        <w:tc>
          <w:tcPr>
            <w:tcW w:w="2694" w:type="dxa"/>
            <w:vAlign w:val="center"/>
          </w:tcPr>
          <w:p w14:paraId="59DA3AD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0FE05C" w14:textId="5DEDBC81" w:rsidR="0085747A" w:rsidRPr="00B169DF" w:rsidRDefault="00E471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E43DA8">
              <w:rPr>
                <w:rFonts w:ascii="Corbel" w:hAnsi="Corbel"/>
                <w:b w:val="0"/>
                <w:sz w:val="24"/>
                <w:szCs w:val="24"/>
              </w:rPr>
              <w:t>, sp. profilaktyka społeczna z resocjalizacją</w:t>
            </w:r>
          </w:p>
        </w:tc>
      </w:tr>
      <w:tr w:rsidR="0085747A" w:rsidRPr="00B169DF" w14:paraId="5C812E6F" w14:textId="77777777" w:rsidTr="00B819C8">
        <w:tc>
          <w:tcPr>
            <w:tcW w:w="2694" w:type="dxa"/>
            <w:vAlign w:val="center"/>
          </w:tcPr>
          <w:p w14:paraId="107F5682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266870" w14:textId="753878F6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B169DF" w14:paraId="0E476CCA" w14:textId="77777777" w:rsidTr="00B819C8">
        <w:tc>
          <w:tcPr>
            <w:tcW w:w="2694" w:type="dxa"/>
            <w:vAlign w:val="center"/>
          </w:tcPr>
          <w:p w14:paraId="62DF366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382DF2" w14:textId="74A5EF5B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28C6AA67" w14:textId="77777777" w:rsidTr="00B819C8">
        <w:tc>
          <w:tcPr>
            <w:tcW w:w="2694" w:type="dxa"/>
            <w:vAlign w:val="center"/>
          </w:tcPr>
          <w:p w14:paraId="65254CF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0743F3" w14:textId="44162CCF" w:rsidR="0085747A" w:rsidRPr="00B169DF" w:rsidRDefault="00356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759D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2DC79C8D" w14:textId="77777777" w:rsidTr="00B819C8">
        <w:tc>
          <w:tcPr>
            <w:tcW w:w="2694" w:type="dxa"/>
            <w:vAlign w:val="center"/>
          </w:tcPr>
          <w:p w14:paraId="6884053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C7DF20" w14:textId="638E999B" w:rsidR="0085747A" w:rsidRPr="00B169DF" w:rsidRDefault="00B32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17971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rok/semestr </w:t>
            </w:r>
            <w:r w:rsidR="000F2F44">
              <w:rPr>
                <w:rFonts w:ascii="Corbel" w:hAnsi="Corbel"/>
                <w:b w:val="0"/>
                <w:sz w:val="24"/>
                <w:szCs w:val="24"/>
              </w:rPr>
              <w:t>3-4</w:t>
            </w:r>
          </w:p>
        </w:tc>
      </w:tr>
      <w:tr w:rsidR="0085747A" w:rsidRPr="00B169DF" w14:paraId="185FADB0" w14:textId="77777777" w:rsidTr="00B819C8">
        <w:tc>
          <w:tcPr>
            <w:tcW w:w="2694" w:type="dxa"/>
            <w:vAlign w:val="center"/>
          </w:tcPr>
          <w:p w14:paraId="5DCDA37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04E8B1" w14:textId="1D86A810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14:paraId="4522D34F" w14:textId="77777777" w:rsidTr="00B819C8">
        <w:tc>
          <w:tcPr>
            <w:tcW w:w="2694" w:type="dxa"/>
            <w:vAlign w:val="center"/>
          </w:tcPr>
          <w:p w14:paraId="2996F52E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48C10D" w14:textId="009EA140" w:rsidR="00923D7D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647B3F30" w14:textId="77777777" w:rsidTr="00B819C8">
        <w:tc>
          <w:tcPr>
            <w:tcW w:w="2694" w:type="dxa"/>
            <w:vAlign w:val="center"/>
          </w:tcPr>
          <w:p w14:paraId="6411516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6C656A" w14:textId="7903DA94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Hodyr</w:t>
            </w:r>
            <w:proofErr w:type="spellEnd"/>
          </w:p>
        </w:tc>
      </w:tr>
      <w:tr w:rsidR="0085747A" w:rsidRPr="00B169DF" w14:paraId="16BDE970" w14:textId="77777777" w:rsidTr="00B819C8">
        <w:tc>
          <w:tcPr>
            <w:tcW w:w="2694" w:type="dxa"/>
            <w:vAlign w:val="center"/>
          </w:tcPr>
          <w:p w14:paraId="673410A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70501A" w14:textId="4A427A12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EB1280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D5A8E08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607A6C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96841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A44C810" w14:textId="77777777" w:rsidTr="00330D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AD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4FE8C5B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B538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F4A8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5F7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AD95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8DA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942D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5F49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3C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89F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19EF8B6" w14:textId="77777777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F223" w14:textId="34829A55" w:rsidR="00015B8F" w:rsidRPr="00B169DF" w:rsidRDefault="00B374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313B" w14:textId="0E2BD3AA" w:rsidR="00015B8F" w:rsidRPr="00B169DF" w:rsidRDefault="00356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A2D7" w14:textId="2F73AECF" w:rsidR="00015B8F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D611" w14:textId="0405F798" w:rsidR="00015B8F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1A5A" w14:textId="73F84520" w:rsidR="00015B8F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AFCF" w14:textId="1680E4B3" w:rsidR="00015B8F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6C1F" w14:textId="69D2551B" w:rsidR="00015B8F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A586" w14:textId="4517E1D9" w:rsidR="00015B8F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CB5E" w14:textId="40401108" w:rsidR="00015B8F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85C7" w14:textId="67031B7C" w:rsidR="00015B8F" w:rsidRPr="00B169DF" w:rsidRDefault="00B374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3745D" w:rsidRPr="00B169DF" w14:paraId="1C725579" w14:textId="77777777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DED9" w14:textId="5FB4A03A" w:rsidR="00B3745D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BEA4C" w14:textId="3A3105B2" w:rsidR="00B3745D" w:rsidRDefault="00356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839AD" w14:textId="74DA3985" w:rsidR="00B3745D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99A68" w14:textId="72DD8672" w:rsidR="00B3745D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56BA9" w14:textId="377BA93E" w:rsidR="00B3745D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0111B" w14:textId="1E1883AC" w:rsidR="00B3745D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D0311" w14:textId="2D80104A" w:rsidR="00B3745D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56E1" w14:textId="24FDA034" w:rsidR="00B3745D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0B5F4" w14:textId="30F7C302" w:rsidR="00B3745D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11EAA" w14:textId="7D425F73" w:rsidR="00B3745D" w:rsidRDefault="00B374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91605E9" w14:textId="77777777" w:rsidR="00923D7D" w:rsidRPr="00B169DF" w:rsidRDefault="00923D7D" w:rsidP="00E20AD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ED61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29CA4116" w14:textId="700A39BD" w:rsidR="0085747A" w:rsidRPr="00E07F46" w:rsidRDefault="00E07F46" w:rsidP="00E07F4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Pr="007D1EF3">
        <w:rPr>
          <w:rFonts w:ascii="Corbel" w:hAnsi="Corbel"/>
          <w:b w:val="0"/>
          <w:smallCaps w:val="0"/>
          <w:szCs w:val="24"/>
        </w:rPr>
        <w:t>zajęcia w formie tradycyjnej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F2FA4C9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D18AE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CAE8F6" w14:textId="4338C208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57D074" w14:textId="4EA8076A" w:rsidR="009C54AE" w:rsidRPr="00B169DF" w:rsidRDefault="00A222F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="00934967">
        <w:rPr>
          <w:rFonts w:ascii="Corbel" w:hAnsi="Corbel"/>
          <w:b w:val="0"/>
          <w:szCs w:val="24"/>
        </w:rPr>
        <w:t>Egzamin w formie pisemnej</w:t>
      </w:r>
    </w:p>
    <w:p w14:paraId="58E4B6A0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3EF2B6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65010F73" w14:textId="77777777" w:rsidTr="00745302">
        <w:tc>
          <w:tcPr>
            <w:tcW w:w="9670" w:type="dxa"/>
          </w:tcPr>
          <w:p w14:paraId="09ED05B8" w14:textId="03C4D2C1" w:rsidR="0085747A" w:rsidRPr="004B4569" w:rsidRDefault="00A222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Student powinien posiadać ugruntowaną wiedzę z obszaru nauk społecznych, umiejętnie posługiwać się podstawową terminologią z tego obszaru, wykazać się znajomością znaczących zagadnień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z perspektywy określonych problemów psychospołecznych, także </w:t>
            </w:r>
            <w:r w:rsidR="00204C0B" w:rsidRPr="004B4569">
              <w:rPr>
                <w:rFonts w:ascii="Corbel" w:hAnsi="Corbel"/>
                <w:b w:val="0"/>
                <w:smallCaps w:val="0"/>
                <w:sz w:val="22"/>
              </w:rPr>
              <w:t>prawnych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4B4569">
              <w:rPr>
                <w:rFonts w:ascii="Corbel" w:hAnsi="Corbel"/>
                <w:sz w:val="22"/>
              </w:rPr>
              <w:t xml:space="preserve">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dostrzegać dylematy moralne związane z pracą z osobami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t>zagrożonymi niedostosowaniem społecznym, marg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inalizacją,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lastRenderedPageBreak/>
              <w:t>wykluczeniem społecznym, przestępczością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(perspektywa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podopiecznego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i wychowawcy), wykazać się motywacją do wzmacniania konstruktywnych rozwiązań problemów wynikających z rozbieżności pomiędzy warunkami skuteczności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profilaktyki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resocjalizacji a oczekiwaniami społecznymi, być także zmotywowanym do poszukiwania optymalnego modelu pracy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profilaktycznej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>resocjalizacyjnej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z perspektywy procesu readaptacji i reintegracji społecznej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>instytucjonalnej oraz</w:t>
            </w:r>
            <w:r w:rsidR="00AA65E4">
              <w:rPr>
                <w:rFonts w:ascii="Corbel" w:hAnsi="Corbel"/>
                <w:b w:val="0"/>
                <w:smallCaps w:val="0"/>
                <w:sz w:val="22"/>
              </w:rPr>
              <w:t xml:space="preserve"> przestrzeni środowiska </w:t>
            </w:r>
            <w:r w:rsidR="006D0F7D">
              <w:rPr>
                <w:rFonts w:ascii="Corbel" w:hAnsi="Corbel"/>
                <w:b w:val="0"/>
                <w:smallCaps w:val="0"/>
                <w:sz w:val="22"/>
              </w:rPr>
              <w:t>otwartego.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</w:tr>
    </w:tbl>
    <w:p w14:paraId="74BAA40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33F7BD" w14:textId="776CE65E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330DB2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5FB3DAE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E200E7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264952BF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CC4A6A" w:rsidRPr="00B169DF" w14:paraId="6ACF5E38" w14:textId="77777777" w:rsidTr="00F139C8">
        <w:tc>
          <w:tcPr>
            <w:tcW w:w="844" w:type="dxa"/>
            <w:vAlign w:val="center"/>
          </w:tcPr>
          <w:p w14:paraId="65F81F09" w14:textId="0F69135B" w:rsidR="00CC4A6A" w:rsidRPr="00B169DF" w:rsidRDefault="00CC4A6A" w:rsidP="00CC4A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14:paraId="7ACB7834" w14:textId="340958F2" w:rsidR="00CC4A6A" w:rsidRPr="00CC4A6A" w:rsidRDefault="00CC4A6A" w:rsidP="00CC4A6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CC4A6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Zapoznanie studentów z teoretycznymi podstawami pedagogiki resocjalizacyjnej.</w:t>
            </w:r>
          </w:p>
        </w:tc>
      </w:tr>
      <w:tr w:rsidR="00CC4A6A" w:rsidRPr="00B169DF" w14:paraId="449C418B" w14:textId="77777777" w:rsidTr="00F139C8">
        <w:tc>
          <w:tcPr>
            <w:tcW w:w="844" w:type="dxa"/>
            <w:vAlign w:val="center"/>
          </w:tcPr>
          <w:p w14:paraId="305E89F3" w14:textId="2DC5F3FF" w:rsidR="00CC4A6A" w:rsidRPr="00B169DF" w:rsidRDefault="00CC4A6A" w:rsidP="00CC4A6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</w:tcPr>
          <w:p w14:paraId="35DEEFA4" w14:textId="56B34466" w:rsidR="00CC4A6A" w:rsidRPr="00CC4A6A" w:rsidRDefault="00CC4A6A" w:rsidP="00CC4A6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CC4A6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Analiza zróżnicowanych koncepcji teoretycznych wyjaśniających mechanizm zjawiska demoralizacji oraz możliwości resocjalizacji.</w:t>
            </w:r>
          </w:p>
        </w:tc>
      </w:tr>
      <w:tr w:rsidR="00CC4A6A" w:rsidRPr="00B169DF" w14:paraId="63BFF2BA" w14:textId="77777777" w:rsidTr="00F139C8">
        <w:tc>
          <w:tcPr>
            <w:tcW w:w="844" w:type="dxa"/>
            <w:vAlign w:val="center"/>
          </w:tcPr>
          <w:p w14:paraId="561FE6BE" w14:textId="58C2F819" w:rsidR="00CC4A6A" w:rsidRDefault="00CC4A6A" w:rsidP="00CC4A6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</w:tcPr>
          <w:p w14:paraId="20E3F1CC" w14:textId="130227BE" w:rsidR="00CC4A6A" w:rsidRPr="00CC4A6A" w:rsidRDefault="00CC4A6A" w:rsidP="00CC4A6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CC4A6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Zdobycie wiadomości na temat podstawowych rodzajów, symptomów i przyczyn zaburzeń w rozwoju społecznym, w oparciu o zróżnicowane koncepcje teoretyczne.</w:t>
            </w:r>
          </w:p>
        </w:tc>
      </w:tr>
      <w:tr w:rsidR="00CC4A6A" w:rsidRPr="00B169DF" w14:paraId="06C6691E" w14:textId="77777777" w:rsidTr="00F139C8">
        <w:tc>
          <w:tcPr>
            <w:tcW w:w="844" w:type="dxa"/>
            <w:vAlign w:val="center"/>
          </w:tcPr>
          <w:p w14:paraId="20EE596E" w14:textId="33FE6551" w:rsidR="00CC4A6A" w:rsidRDefault="00CC4A6A" w:rsidP="00CC4A6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6" w:type="dxa"/>
          </w:tcPr>
          <w:p w14:paraId="72E99A03" w14:textId="3653CFB4" w:rsidR="00CC4A6A" w:rsidRPr="00CC4A6A" w:rsidRDefault="00CC4A6A" w:rsidP="00CC4A6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CC4A6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Poznanie podstawowych modeli resocjalizacji i możliwości ich zastosowania </w:t>
            </w:r>
            <w:r w:rsidR="00C6653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br/>
            </w:r>
            <w:r w:rsidRPr="00CC4A6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w praktyce wychowawczej.</w:t>
            </w:r>
          </w:p>
        </w:tc>
      </w:tr>
      <w:tr w:rsidR="00CC4A6A" w:rsidRPr="00B169DF" w14:paraId="6EAEFE19" w14:textId="77777777" w:rsidTr="00F139C8">
        <w:tc>
          <w:tcPr>
            <w:tcW w:w="844" w:type="dxa"/>
            <w:vAlign w:val="center"/>
          </w:tcPr>
          <w:p w14:paraId="1DA13F0D" w14:textId="279021B2" w:rsidR="00CC4A6A" w:rsidRDefault="00CC4A6A" w:rsidP="00CC4A6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676" w:type="dxa"/>
          </w:tcPr>
          <w:p w14:paraId="4DFC9A0F" w14:textId="6AA802E8" w:rsidR="00CC4A6A" w:rsidRPr="00CC4A6A" w:rsidRDefault="00CC4A6A" w:rsidP="00CC4A6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CC4A6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Kształtowanie właściwych wychowawczo postaw, wobec osób niedostosowanych społecznie, sprawiających trudności wychowawcze, przejawiających zachowania patologiczne.</w:t>
            </w:r>
          </w:p>
        </w:tc>
      </w:tr>
      <w:tr w:rsidR="00CC4A6A" w:rsidRPr="00B169DF" w14:paraId="13461EDB" w14:textId="77777777" w:rsidTr="00F139C8">
        <w:tc>
          <w:tcPr>
            <w:tcW w:w="844" w:type="dxa"/>
            <w:vAlign w:val="center"/>
          </w:tcPr>
          <w:p w14:paraId="6B24085A" w14:textId="4A847FC2" w:rsidR="00CC4A6A" w:rsidRDefault="00CC4A6A" w:rsidP="00CC4A6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C6</w:t>
            </w:r>
          </w:p>
        </w:tc>
        <w:tc>
          <w:tcPr>
            <w:tcW w:w="8676" w:type="dxa"/>
          </w:tcPr>
          <w:p w14:paraId="606163FF" w14:textId="6550CEB8" w:rsidR="00CC4A6A" w:rsidRPr="00CC4A6A" w:rsidRDefault="00CC4A6A" w:rsidP="00CC4A6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CC4A6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Rozwijanie zainteresowania pracą z osobami zagrożonymi </w:t>
            </w:r>
            <w:r w:rsidR="00C6653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marginalizacją, wykluczeniem społecznym i </w:t>
            </w:r>
            <w:r w:rsidRPr="00CC4A6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patologią społeczną oraz niedostosowanymi społecznie</w:t>
            </w:r>
            <w:r w:rsidR="00C6653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</w:tbl>
    <w:p w14:paraId="301C91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8F9AED3" w14:textId="4AC7CFB4" w:rsidR="00F9370E" w:rsidRPr="00B169DF" w:rsidRDefault="009F4610" w:rsidP="0069791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53A8503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5A6F3E8E" w14:textId="77777777" w:rsidTr="00025A75">
        <w:tc>
          <w:tcPr>
            <w:tcW w:w="1681" w:type="dxa"/>
            <w:vAlign w:val="center"/>
          </w:tcPr>
          <w:p w14:paraId="710D9D07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24E06B0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634C33" w14:textId="3AF47FEE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30DB2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9791C" w:rsidRPr="00B169DF" w14:paraId="7B795EE2" w14:textId="77777777" w:rsidTr="002A7C05">
        <w:trPr>
          <w:trHeight w:val="621"/>
        </w:trPr>
        <w:tc>
          <w:tcPr>
            <w:tcW w:w="1681" w:type="dxa"/>
          </w:tcPr>
          <w:p w14:paraId="78BFBB81" w14:textId="77777777" w:rsidR="0069791C" w:rsidRPr="00B169DF" w:rsidRDefault="0069791C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E892F9C" w14:textId="53EEBF3F" w:rsidR="0069791C" w:rsidRPr="00090DBB" w:rsidRDefault="0069791C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90DBB">
              <w:rPr>
                <w:rFonts w:ascii="Corbel" w:hAnsi="Corbel"/>
                <w:b w:val="0"/>
                <w:smallCaps w:val="0"/>
                <w:sz w:val="22"/>
              </w:rPr>
              <w:t xml:space="preserve">Student scharakteryzuje podstawowe pojęcia z zakresu pedagogiki resocjalizacyjnej: niedostosowanie społeczne, nieprzystosowanie społeczne, demoralizacja, zaburzenia </w:t>
            </w:r>
            <w:r w:rsidR="00090DBB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090DBB">
              <w:rPr>
                <w:rFonts w:ascii="Corbel" w:hAnsi="Corbel"/>
                <w:b w:val="0"/>
                <w:smallCaps w:val="0"/>
                <w:sz w:val="22"/>
              </w:rPr>
              <w:t>w zachowaniu, resocjalizacja, nieletni.</w:t>
            </w:r>
          </w:p>
        </w:tc>
        <w:tc>
          <w:tcPr>
            <w:tcW w:w="1865" w:type="dxa"/>
          </w:tcPr>
          <w:p w14:paraId="1FF4554E" w14:textId="57F8FECC" w:rsidR="0069791C" w:rsidRPr="008C1875" w:rsidRDefault="0069791C" w:rsidP="0069791C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197CFC">
              <w:rPr>
                <w:rFonts w:ascii="Corbel" w:hAnsi="Corbel"/>
              </w:rPr>
              <w:t>K_W01</w:t>
            </w:r>
          </w:p>
        </w:tc>
      </w:tr>
      <w:tr w:rsidR="0069791C" w:rsidRPr="00B169DF" w14:paraId="1A39A493" w14:textId="77777777" w:rsidTr="00025A75">
        <w:tc>
          <w:tcPr>
            <w:tcW w:w="1681" w:type="dxa"/>
          </w:tcPr>
          <w:p w14:paraId="7A3A043A" w14:textId="77777777" w:rsidR="0069791C" w:rsidRPr="00B169DF" w:rsidRDefault="0069791C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EC1164A" w14:textId="092BC0B0" w:rsidR="0069791C" w:rsidRPr="00090DBB" w:rsidRDefault="00553013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90DBB">
              <w:rPr>
                <w:rFonts w:ascii="Corbel" w:hAnsi="Corbel"/>
                <w:b w:val="0"/>
                <w:smallCaps w:val="0"/>
                <w:sz w:val="22"/>
              </w:rPr>
              <w:t>Student p</w:t>
            </w:r>
            <w:r w:rsidR="00C37459" w:rsidRPr="00090DBB">
              <w:rPr>
                <w:rFonts w:ascii="Corbel" w:hAnsi="Corbel"/>
                <w:b w:val="0"/>
                <w:smallCaps w:val="0"/>
                <w:sz w:val="22"/>
              </w:rPr>
              <w:t xml:space="preserve">rzedstawi koncepcje etiologiczne zaburzeń </w:t>
            </w:r>
            <w:r w:rsidR="00C37459" w:rsidRPr="00090DBB">
              <w:rPr>
                <w:rFonts w:ascii="Corbel" w:hAnsi="Corbel"/>
                <w:b w:val="0"/>
                <w:smallCaps w:val="0"/>
                <w:sz w:val="22"/>
              </w:rPr>
              <w:br/>
              <w:t xml:space="preserve">w zachowaniu, w oparciu o wybrane teorie psychologiczne </w:t>
            </w:r>
            <w:r w:rsidR="00090DBB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C37459" w:rsidRPr="00090DBB">
              <w:rPr>
                <w:rFonts w:ascii="Corbel" w:hAnsi="Corbel"/>
                <w:b w:val="0"/>
                <w:smallCaps w:val="0"/>
                <w:sz w:val="22"/>
              </w:rPr>
              <w:t>i socjologiczne, antropologiczne i biologiczne.</w:t>
            </w:r>
          </w:p>
        </w:tc>
        <w:tc>
          <w:tcPr>
            <w:tcW w:w="1865" w:type="dxa"/>
          </w:tcPr>
          <w:p w14:paraId="4D3AC858" w14:textId="0F2BF6BB" w:rsidR="0069791C" w:rsidRPr="008C1875" w:rsidRDefault="0069791C" w:rsidP="0069791C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K_W0</w:t>
            </w:r>
            <w:r>
              <w:rPr>
                <w:rFonts w:ascii="Corbel" w:hAnsi="Corbel"/>
              </w:rPr>
              <w:t>7</w:t>
            </w:r>
          </w:p>
          <w:p w14:paraId="7080DA0A" w14:textId="0EFE7779" w:rsidR="0069791C" w:rsidRPr="008C1875" w:rsidRDefault="0069791C" w:rsidP="006979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69791C" w:rsidRPr="00B169DF" w14:paraId="7A0D7C0D" w14:textId="77777777" w:rsidTr="00025A75">
        <w:tc>
          <w:tcPr>
            <w:tcW w:w="1681" w:type="dxa"/>
          </w:tcPr>
          <w:p w14:paraId="191491F7" w14:textId="116F3D82" w:rsidR="0069791C" w:rsidRPr="00B169DF" w:rsidRDefault="0069791C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530694D" w14:textId="6E8BC985" w:rsidR="0069791C" w:rsidRPr="00090DBB" w:rsidRDefault="00C37459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90DBB">
              <w:rPr>
                <w:rFonts w:ascii="Corbel" w:hAnsi="Corbel"/>
                <w:b w:val="0"/>
                <w:smallCaps w:val="0"/>
                <w:sz w:val="22"/>
              </w:rPr>
              <w:t>S</w:t>
            </w:r>
            <w:r w:rsidR="00553013" w:rsidRPr="00090DBB">
              <w:rPr>
                <w:rFonts w:ascii="Corbel" w:hAnsi="Corbel"/>
                <w:b w:val="0"/>
                <w:smallCaps w:val="0"/>
                <w:sz w:val="22"/>
              </w:rPr>
              <w:t>tudent s</w:t>
            </w:r>
            <w:r w:rsidRPr="00090DBB">
              <w:rPr>
                <w:rFonts w:ascii="Corbel" w:hAnsi="Corbel"/>
                <w:b w:val="0"/>
                <w:smallCaps w:val="0"/>
                <w:sz w:val="22"/>
              </w:rPr>
              <w:t>charakteryzuje podstawowe zaburzenia dotyczące funkcjonowania wybranych środowisk wychowawczych</w:t>
            </w:r>
            <w:r w:rsidR="00553013" w:rsidRPr="00090DB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090DBB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090DBB">
              <w:rPr>
                <w:rFonts w:ascii="Corbel" w:hAnsi="Corbel"/>
                <w:b w:val="0"/>
                <w:smallCaps w:val="0"/>
                <w:sz w:val="22"/>
              </w:rPr>
              <w:t>i struktur społecznych.</w:t>
            </w:r>
          </w:p>
        </w:tc>
        <w:tc>
          <w:tcPr>
            <w:tcW w:w="1865" w:type="dxa"/>
          </w:tcPr>
          <w:p w14:paraId="533A0FC2" w14:textId="6EA2103E" w:rsidR="0069791C" w:rsidRPr="008C1875" w:rsidRDefault="0069791C" w:rsidP="0069791C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8C1875">
              <w:rPr>
                <w:rFonts w:ascii="Corbel" w:hAnsi="Corbel"/>
              </w:rPr>
              <w:t>K_W0</w:t>
            </w:r>
            <w:r>
              <w:rPr>
                <w:rFonts w:ascii="Corbel" w:hAnsi="Corbel"/>
              </w:rPr>
              <w:t>8</w:t>
            </w:r>
          </w:p>
          <w:p w14:paraId="6D448E21" w14:textId="504586FC" w:rsidR="0069791C" w:rsidRPr="008C1875" w:rsidRDefault="0069791C" w:rsidP="006979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69791C" w:rsidRPr="00B169DF" w14:paraId="49103597" w14:textId="77777777" w:rsidTr="00025A75">
        <w:tc>
          <w:tcPr>
            <w:tcW w:w="1681" w:type="dxa"/>
          </w:tcPr>
          <w:p w14:paraId="2D9985F7" w14:textId="5C48BF54" w:rsidR="0069791C" w:rsidRPr="00B169DF" w:rsidRDefault="0069791C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5B520DB" w14:textId="411D91A6" w:rsidR="0069791C" w:rsidRPr="00090DBB" w:rsidRDefault="00B54E4A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90DBB">
              <w:rPr>
                <w:rFonts w:ascii="Corbel" w:hAnsi="Corbel"/>
                <w:b w:val="0"/>
                <w:smallCaps w:val="0"/>
                <w:sz w:val="22"/>
              </w:rPr>
              <w:t xml:space="preserve">Student scharakteryzuje podopiecznych systemu resocjalizacji w Polsce </w:t>
            </w:r>
            <w:r w:rsidR="008F2EC9" w:rsidRPr="00090DBB">
              <w:rPr>
                <w:rFonts w:ascii="Corbel" w:hAnsi="Corbel"/>
                <w:b w:val="0"/>
                <w:smallCaps w:val="0"/>
                <w:sz w:val="22"/>
              </w:rPr>
              <w:t>w aspekcie ich potrzeb</w:t>
            </w:r>
            <w:r w:rsidR="00E45AC7" w:rsidRPr="00090DBB">
              <w:rPr>
                <w:rFonts w:ascii="Corbel" w:hAnsi="Corbel"/>
                <w:b w:val="0"/>
                <w:smallCaps w:val="0"/>
                <w:sz w:val="22"/>
              </w:rPr>
              <w:t xml:space="preserve"> opiekuńczych,</w:t>
            </w:r>
            <w:r w:rsidR="00090DB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E45AC7" w:rsidRPr="00090DBB">
              <w:rPr>
                <w:rFonts w:ascii="Corbel" w:hAnsi="Corbel"/>
                <w:b w:val="0"/>
                <w:smallCaps w:val="0"/>
                <w:sz w:val="22"/>
              </w:rPr>
              <w:t>wychowawczych i terapeutycznych w kontekście projektowania optymalnego modelu kreowania oddziaływań res</w:t>
            </w:r>
            <w:r w:rsidR="00EF5740" w:rsidRPr="00090DBB">
              <w:rPr>
                <w:rFonts w:ascii="Corbel" w:hAnsi="Corbel"/>
                <w:b w:val="0"/>
                <w:smallCaps w:val="0"/>
                <w:sz w:val="22"/>
              </w:rPr>
              <w:t>ocjalizacyjnych.</w:t>
            </w:r>
            <w:r w:rsidR="00E45AC7" w:rsidRPr="00090DB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67F3CA1F" w14:textId="0F77AEC8" w:rsidR="0069791C" w:rsidRPr="008C1875" w:rsidRDefault="0069791C" w:rsidP="0069791C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</w:t>
            </w:r>
            <w:r>
              <w:rPr>
                <w:rFonts w:ascii="Corbel" w:hAnsi="Corbel"/>
              </w:rPr>
              <w:t>W09</w:t>
            </w:r>
          </w:p>
          <w:p w14:paraId="40BA6061" w14:textId="72BB3A9D" w:rsidR="0069791C" w:rsidRPr="008C1875" w:rsidRDefault="0069791C" w:rsidP="006979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69791C" w:rsidRPr="00B169DF" w14:paraId="53F903A1" w14:textId="77777777" w:rsidTr="00EE4479">
        <w:tc>
          <w:tcPr>
            <w:tcW w:w="1681" w:type="dxa"/>
          </w:tcPr>
          <w:p w14:paraId="7500AF9B" w14:textId="546723A4" w:rsidR="0069791C" w:rsidRPr="00B169DF" w:rsidRDefault="0069791C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vAlign w:val="center"/>
          </w:tcPr>
          <w:p w14:paraId="365DB35D" w14:textId="2A6F9078" w:rsidR="0069791C" w:rsidRPr="00090DBB" w:rsidRDefault="00046109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 d</w:t>
            </w:r>
            <w:r w:rsidRPr="00090DBB">
              <w:rPr>
                <w:rFonts w:ascii="Corbel" w:hAnsi="Corbel"/>
                <w:b w:val="0"/>
                <w:smallCaps w:val="0"/>
                <w:sz w:val="22"/>
              </w:rPr>
              <w:t xml:space="preserve">ostrzega dylematy moralne związane z pracą z osobami niedostosowanymi społecznie a także rozbieżności </w:t>
            </w:r>
            <w:r w:rsidRPr="00090DBB">
              <w:rPr>
                <w:rFonts w:ascii="Corbel" w:hAnsi="Corbel"/>
                <w:b w:val="0"/>
                <w:smallCaps w:val="0"/>
                <w:sz w:val="22"/>
              </w:rPr>
              <w:lastRenderedPageBreak/>
              <w:t>pomiędzy warunkami skuteczności resocjalizacji a oczekiwaniami społecznymi, rozumie konieczność postępowania zgodnie z zasadami etyki</w:t>
            </w:r>
            <w:r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43B6B98C" w14:textId="78D12BCC" w:rsidR="0069791C" w:rsidRPr="008C1875" w:rsidRDefault="0069791C" w:rsidP="006979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C1875">
              <w:rPr>
                <w:rFonts w:ascii="Corbel" w:hAnsi="Corbel"/>
                <w:b w:val="0"/>
                <w:sz w:val="22"/>
              </w:rPr>
              <w:lastRenderedPageBreak/>
              <w:t>K_</w:t>
            </w:r>
            <w:r>
              <w:rPr>
                <w:rFonts w:ascii="Corbel" w:hAnsi="Corbel"/>
                <w:b w:val="0"/>
                <w:sz w:val="22"/>
              </w:rPr>
              <w:t>W13</w:t>
            </w:r>
          </w:p>
        </w:tc>
      </w:tr>
      <w:tr w:rsidR="0069791C" w:rsidRPr="00B169DF" w14:paraId="2252095B" w14:textId="77777777" w:rsidTr="00EE4479">
        <w:tc>
          <w:tcPr>
            <w:tcW w:w="1681" w:type="dxa"/>
          </w:tcPr>
          <w:p w14:paraId="334B5ED6" w14:textId="3595B57D" w:rsidR="0069791C" w:rsidRDefault="0069791C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5974" w:type="dxa"/>
            <w:vAlign w:val="center"/>
          </w:tcPr>
          <w:p w14:paraId="6D820704" w14:textId="1A9B6521" w:rsidR="0069791C" w:rsidRPr="00090DBB" w:rsidRDefault="00A91882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 p</w:t>
            </w:r>
            <w:r w:rsidRPr="00090DBB">
              <w:rPr>
                <w:rFonts w:ascii="Corbel" w:hAnsi="Corbel"/>
                <w:b w:val="0"/>
                <w:smallCaps w:val="0"/>
                <w:sz w:val="22"/>
              </w:rPr>
              <w:t xml:space="preserve">otrafi dokonać interpretacji uwarunkowań i przyczyn destruktywnych zjawisk społecznych oraz wykazać ich związki </w:t>
            </w:r>
            <w:r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090DBB">
              <w:rPr>
                <w:rFonts w:ascii="Corbel" w:hAnsi="Corbel"/>
                <w:b w:val="0"/>
                <w:smallCaps w:val="0"/>
                <w:sz w:val="22"/>
              </w:rPr>
              <w:t xml:space="preserve">z różnymi obszarami działalności profilaktycznej </w:t>
            </w:r>
            <w:r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090DBB">
              <w:rPr>
                <w:rFonts w:ascii="Corbel" w:hAnsi="Corbel"/>
                <w:b w:val="0"/>
                <w:smallCaps w:val="0"/>
                <w:sz w:val="22"/>
              </w:rPr>
              <w:t>i resocjalizującej</w:t>
            </w:r>
            <w:r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30540509" w14:textId="27CEFB04" w:rsidR="0069791C" w:rsidRPr="008C1875" w:rsidRDefault="0069791C" w:rsidP="006979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K_U01</w:t>
            </w:r>
          </w:p>
        </w:tc>
      </w:tr>
      <w:tr w:rsidR="0069791C" w:rsidRPr="00B169DF" w14:paraId="0A387053" w14:textId="77777777" w:rsidTr="00EE4479">
        <w:tc>
          <w:tcPr>
            <w:tcW w:w="1681" w:type="dxa"/>
          </w:tcPr>
          <w:p w14:paraId="266BD164" w14:textId="4A60C0D8" w:rsidR="0069791C" w:rsidRPr="008272B1" w:rsidRDefault="0069791C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B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  <w:vAlign w:val="center"/>
          </w:tcPr>
          <w:p w14:paraId="114C9E61" w14:textId="0BD039B8" w:rsidR="0069791C" w:rsidRPr="008272B1" w:rsidRDefault="00457707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272B1">
              <w:rPr>
                <w:rFonts w:ascii="Corbel" w:hAnsi="Corbel"/>
                <w:b w:val="0"/>
                <w:smallCaps w:val="0"/>
                <w:sz w:val="22"/>
              </w:rPr>
              <w:t>Student p</w:t>
            </w:r>
            <w:r w:rsidR="0069791C" w:rsidRPr="008272B1">
              <w:rPr>
                <w:rFonts w:ascii="Corbel" w:hAnsi="Corbel"/>
                <w:b w:val="0"/>
                <w:smallCaps w:val="0"/>
                <w:sz w:val="22"/>
              </w:rPr>
              <w:t xml:space="preserve">osiada przekonanie o sensie i potrzebie podejmowania działań profilaktycznych i resocjalizacyjnych </w:t>
            </w:r>
            <w:r w:rsidR="006379F2" w:rsidRPr="008272B1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69791C" w:rsidRPr="008272B1">
              <w:rPr>
                <w:rFonts w:ascii="Corbel" w:hAnsi="Corbel"/>
                <w:b w:val="0"/>
                <w:smallCaps w:val="0"/>
                <w:sz w:val="22"/>
              </w:rPr>
              <w:t>w środowisku społecznym, jest świadomy ich znaczenia i skuteczności w przeciwdziałaniu niedostosowaniu społecznemu dzieci, młodzieży i dorosłych</w:t>
            </w:r>
            <w:r w:rsidR="000375A7" w:rsidRPr="008272B1">
              <w:rPr>
                <w:rFonts w:ascii="Corbel" w:hAnsi="Corbel"/>
                <w:b w:val="0"/>
                <w:smallCaps w:val="0"/>
                <w:sz w:val="22"/>
              </w:rPr>
              <w:t xml:space="preserve">. Ponadto kieruje się zasadami i </w:t>
            </w:r>
            <w:r w:rsidR="008272B1" w:rsidRPr="008272B1">
              <w:rPr>
                <w:rFonts w:ascii="Corbel" w:hAnsi="Corbel"/>
                <w:b w:val="0"/>
                <w:smallCaps w:val="0"/>
                <w:sz w:val="22"/>
              </w:rPr>
              <w:t>normami etycznymi w projektowaniu optymalnego modelu oddziaływań resocjalizacyjnych.</w:t>
            </w:r>
          </w:p>
        </w:tc>
        <w:tc>
          <w:tcPr>
            <w:tcW w:w="1865" w:type="dxa"/>
          </w:tcPr>
          <w:p w14:paraId="4364B9CB" w14:textId="0F36ED4F" w:rsidR="0069791C" w:rsidRPr="008272B1" w:rsidRDefault="0069791C" w:rsidP="006979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8272B1">
              <w:rPr>
                <w:rFonts w:ascii="Corbel" w:hAnsi="Corbel"/>
                <w:b w:val="0"/>
                <w:sz w:val="22"/>
              </w:rPr>
              <w:t>K_U06</w:t>
            </w:r>
          </w:p>
        </w:tc>
      </w:tr>
      <w:tr w:rsidR="0069791C" w:rsidRPr="00B169DF" w14:paraId="48F651CB" w14:textId="77777777" w:rsidTr="00EE4479">
        <w:tc>
          <w:tcPr>
            <w:tcW w:w="1681" w:type="dxa"/>
          </w:tcPr>
          <w:p w14:paraId="43B6F952" w14:textId="4433A461" w:rsidR="0069791C" w:rsidRDefault="0069791C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  <w:vAlign w:val="center"/>
          </w:tcPr>
          <w:p w14:paraId="5D878884" w14:textId="6C4067E4" w:rsidR="00046109" w:rsidRPr="00090DBB" w:rsidRDefault="00A563F5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 w</w:t>
            </w:r>
            <w:r w:rsidR="00457707" w:rsidRPr="00090DBB">
              <w:rPr>
                <w:rFonts w:ascii="Corbel" w:hAnsi="Corbel"/>
                <w:b w:val="0"/>
                <w:smallCaps w:val="0"/>
                <w:sz w:val="22"/>
              </w:rPr>
              <w:t xml:space="preserve">ypowiada się w sposób precyzyjny i spójny na tematy dotyczące zjawisk </w:t>
            </w:r>
            <w:r w:rsidR="00623059">
              <w:rPr>
                <w:rFonts w:ascii="Corbel" w:hAnsi="Corbel"/>
                <w:b w:val="0"/>
                <w:smallCaps w:val="0"/>
                <w:sz w:val="22"/>
              </w:rPr>
              <w:t xml:space="preserve">z obszaru resocjalizacji, </w:t>
            </w:r>
            <w:r w:rsidR="00457707" w:rsidRPr="00090DBB">
              <w:rPr>
                <w:rFonts w:ascii="Corbel" w:hAnsi="Corbel"/>
                <w:b w:val="0"/>
                <w:smallCaps w:val="0"/>
                <w:sz w:val="22"/>
              </w:rPr>
              <w:t xml:space="preserve">wykorzystując wiedzę teoretyczną z zakresu różnych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problemów społecznych</w:t>
            </w:r>
            <w:r w:rsidR="00623059">
              <w:rPr>
                <w:rFonts w:ascii="Corbel" w:hAnsi="Corbel"/>
                <w:b w:val="0"/>
                <w:smallCaps w:val="0"/>
                <w:sz w:val="22"/>
              </w:rPr>
              <w:t xml:space="preserve"> oraz </w:t>
            </w:r>
            <w:r w:rsidR="00110AF8">
              <w:rPr>
                <w:rFonts w:ascii="Corbel" w:hAnsi="Corbel"/>
                <w:b w:val="0"/>
                <w:smallCaps w:val="0"/>
                <w:sz w:val="22"/>
              </w:rPr>
              <w:t xml:space="preserve">dokonuje krytycznej oceny poziomu swojej wiedzy </w:t>
            </w:r>
            <w:r w:rsidR="002C5BA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110AF8">
              <w:rPr>
                <w:rFonts w:ascii="Corbel" w:hAnsi="Corbel"/>
                <w:b w:val="0"/>
                <w:smallCaps w:val="0"/>
                <w:sz w:val="22"/>
              </w:rPr>
              <w:t>i umiejętności</w:t>
            </w:r>
            <w:r w:rsidR="002C5BA9">
              <w:rPr>
                <w:rFonts w:ascii="Corbel" w:hAnsi="Corbel"/>
                <w:b w:val="0"/>
                <w:smallCaps w:val="0"/>
                <w:sz w:val="22"/>
              </w:rPr>
              <w:t xml:space="preserve"> by być bardziej zmotywowanym do samokształcenia i rozwoju.</w:t>
            </w:r>
            <w:r w:rsidR="0062305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338D25F7" w14:textId="34ADCB0E" w:rsidR="0069791C" w:rsidRPr="008C1875" w:rsidRDefault="0069791C" w:rsidP="006979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K_K01</w:t>
            </w:r>
          </w:p>
        </w:tc>
      </w:tr>
    </w:tbl>
    <w:p w14:paraId="37602C6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94F09D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FDFBEE2" w14:textId="77777777" w:rsidR="0085747A" w:rsidRPr="006E3C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</w:t>
      </w:r>
      <w:r w:rsidRPr="006E3CE5">
        <w:rPr>
          <w:rFonts w:ascii="Corbel" w:hAnsi="Corbel"/>
          <w:b/>
          <w:bCs/>
          <w:sz w:val="24"/>
          <w:szCs w:val="24"/>
        </w:rPr>
        <w:t xml:space="preserve">wykładu </w:t>
      </w:r>
    </w:p>
    <w:p w14:paraId="15AAA3B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CD240C" w:rsidRPr="00A8662B" w14:paraId="709595F2" w14:textId="77777777" w:rsidTr="00CD240C">
        <w:tc>
          <w:tcPr>
            <w:tcW w:w="9526" w:type="dxa"/>
            <w:vAlign w:val="center"/>
          </w:tcPr>
          <w:p w14:paraId="39E3BB4F" w14:textId="7CBA4BBF" w:rsidR="00CD240C" w:rsidRPr="00A8662B" w:rsidRDefault="00CD240C" w:rsidP="00CD240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8662B">
              <w:rPr>
                <w:rFonts w:ascii="Corbel" w:hAnsi="Corbel"/>
                <w:bCs/>
                <w:smallCaps w:val="0"/>
                <w:szCs w:val="24"/>
              </w:rPr>
              <w:t xml:space="preserve">Treści merytoryczne </w:t>
            </w:r>
          </w:p>
        </w:tc>
      </w:tr>
      <w:tr w:rsidR="00D76B8B" w:rsidRPr="000A022D" w14:paraId="48D8C05F" w14:textId="77777777" w:rsidTr="00E827DB">
        <w:trPr>
          <w:trHeight w:val="389"/>
        </w:trPr>
        <w:tc>
          <w:tcPr>
            <w:tcW w:w="9526" w:type="dxa"/>
            <w:vAlign w:val="center"/>
          </w:tcPr>
          <w:p w14:paraId="35A6535C" w14:textId="3E6092C8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 xml:space="preserve">Pedagogika resocjalizacyjna w systemie nauk o wychowaniu. Przedmiot pedagogiki resocjalizacyjnej, jej cele, zadania i podstawowe działy. </w:t>
            </w:r>
          </w:p>
        </w:tc>
      </w:tr>
      <w:tr w:rsidR="00D76B8B" w:rsidRPr="000A022D" w14:paraId="04F72F0B" w14:textId="77777777" w:rsidTr="00E827DB">
        <w:trPr>
          <w:trHeight w:val="389"/>
        </w:trPr>
        <w:tc>
          <w:tcPr>
            <w:tcW w:w="9526" w:type="dxa"/>
            <w:vAlign w:val="center"/>
          </w:tcPr>
          <w:p w14:paraId="4A3C4385" w14:textId="06743CF6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>Podstawowe pojęcia pedagogiki resocjalizacyjnej. Pedagogika resocjalizacyjna na tle pedagogiki ogólnej i specjalnej.</w:t>
            </w:r>
          </w:p>
        </w:tc>
      </w:tr>
      <w:tr w:rsidR="00D76B8B" w:rsidRPr="000A022D" w14:paraId="25CC96B6" w14:textId="77777777" w:rsidTr="00E827DB">
        <w:trPr>
          <w:trHeight w:val="389"/>
        </w:trPr>
        <w:tc>
          <w:tcPr>
            <w:tcW w:w="9526" w:type="dxa"/>
            <w:vAlign w:val="center"/>
          </w:tcPr>
          <w:p w14:paraId="729A5570" w14:textId="7E5CADC8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>Kryteria zachowania normalnego i zaburzonego oraz modele resocjalizacji.</w:t>
            </w:r>
          </w:p>
        </w:tc>
      </w:tr>
      <w:tr w:rsidR="00D76B8B" w:rsidRPr="000A022D" w14:paraId="3F813647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7BD98" w14:textId="10759254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 xml:space="preserve">Rozwojowy model oddziaływań resocjalizacyjnych, na przykładzie koncepcji E. </w:t>
            </w:r>
            <w:proofErr w:type="spellStart"/>
            <w:r w:rsidRPr="00D76B8B">
              <w:rPr>
                <w:rFonts w:ascii="Corbel" w:hAnsi="Corbel"/>
                <w:b w:val="0"/>
                <w:smallCaps w:val="0"/>
                <w:sz w:val="22"/>
              </w:rPr>
              <w:t>Eriksona</w:t>
            </w:r>
            <w:proofErr w:type="spellEnd"/>
            <w:r w:rsidRPr="00D76B8B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  <w:tr w:rsidR="00D76B8B" w:rsidRPr="000A022D" w14:paraId="111AEEDB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27337" w14:textId="5DDE8B96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D76B8B">
              <w:rPr>
                <w:rFonts w:ascii="Corbel" w:hAnsi="Corbel"/>
                <w:b w:val="0"/>
                <w:smallCaps w:val="0"/>
                <w:sz w:val="22"/>
              </w:rPr>
              <w:t>Psychodynamiczny</w:t>
            </w:r>
            <w:proofErr w:type="spellEnd"/>
            <w:r w:rsidRPr="00D76B8B">
              <w:rPr>
                <w:rFonts w:ascii="Corbel" w:hAnsi="Corbel"/>
                <w:b w:val="0"/>
                <w:smallCaps w:val="0"/>
                <w:sz w:val="22"/>
              </w:rPr>
              <w:t xml:space="preserve"> model oddziaływań resocjalizujących. Resocjalizacja jako „kanalizowanie instynktów”. </w:t>
            </w:r>
          </w:p>
        </w:tc>
      </w:tr>
      <w:tr w:rsidR="00D76B8B" w:rsidRPr="000A022D" w14:paraId="784B9AAB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CE434" w14:textId="6E396D96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>Przyczyny zaburzonego rozwoju społecznego w koncepcji Z. Freuda i jego następców.</w:t>
            </w:r>
          </w:p>
        </w:tc>
      </w:tr>
      <w:tr w:rsidR="00D76B8B" w:rsidRPr="000A022D" w14:paraId="5C84B0B7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9984E" w14:textId="7D889310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 xml:space="preserve">Geneza zachowania antyspołecznego w koncepcjach etologicznych. </w:t>
            </w:r>
          </w:p>
        </w:tc>
      </w:tr>
      <w:tr w:rsidR="00D76B8B" w:rsidRPr="000A022D" w14:paraId="10AB84D1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F1A29" w14:textId="7B7EBEDA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>Zaburzone zachowanie jako skutek deprywacji potrzeb jednostki, w koncepcji A. Maslowa.</w:t>
            </w:r>
          </w:p>
        </w:tc>
      </w:tr>
      <w:tr w:rsidR="00D76B8B" w:rsidRPr="000A022D" w14:paraId="1214D1E0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E47CA" w14:textId="486C9CB8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>Strategie modyfikacji zachowania człowieka w oddziaływaniach resocjalizujących w ujęciu teorii uczenia się. Możliwości eliminacji zachowań negatywnych.</w:t>
            </w:r>
          </w:p>
        </w:tc>
      </w:tr>
      <w:tr w:rsidR="00D76B8B" w:rsidRPr="000A022D" w14:paraId="745D3E37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4CE5B" w14:textId="09C50B80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>Biofizyczny (medyczny) model oddziaływań resocjalizujących. Wpływ czynników genetycznych, konstytucjonalnych oraz endokrynologicznych na zaburzenia rozwoju społecznego jednostki.</w:t>
            </w:r>
          </w:p>
        </w:tc>
      </w:tr>
      <w:tr w:rsidR="00D76B8B" w:rsidRPr="000A022D" w14:paraId="49CC7A40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FABA" w14:textId="6756DA01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 xml:space="preserve">Niedostosowanie społeczne jako skutek zaburzeń w procesie socjalizacji jednostki. Geneza pojęcia „niedostosowania społecznego”. </w:t>
            </w:r>
          </w:p>
        </w:tc>
      </w:tr>
      <w:tr w:rsidR="00D76B8B" w:rsidRPr="000A022D" w14:paraId="7C571DFD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72D71" w14:textId="09F65486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>Społeczne i psychologiczne kryteria niedostosowania społecznego. Rodzaje niedostosowania społecznego.</w:t>
            </w:r>
          </w:p>
        </w:tc>
      </w:tr>
      <w:tr w:rsidR="00D76B8B" w:rsidRPr="000A022D" w14:paraId="1CEB7B1C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7BD71" w14:textId="4A154B55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>Trudności wychowawcze jako wstępne symptomy niedostosowania społecznego</w:t>
            </w:r>
          </w:p>
        </w:tc>
      </w:tr>
      <w:tr w:rsidR="00D76B8B" w:rsidRPr="000A022D" w14:paraId="59920B18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E990A" w14:textId="6CC78626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>Rola środowiska rodzinnego w genezie niedostosowania społecznego. Rodzina patologiczna jako środowisko wychowawcze.</w:t>
            </w:r>
          </w:p>
        </w:tc>
      </w:tr>
      <w:tr w:rsidR="00D76B8B" w:rsidRPr="000A022D" w14:paraId="1B7B745C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00FCF" w14:textId="5CABB674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>Specyfika wychowania resocjalizującego ze względu na stan osobowości wychowanka.</w:t>
            </w:r>
          </w:p>
        </w:tc>
      </w:tr>
      <w:tr w:rsidR="00D76B8B" w:rsidRPr="000A022D" w14:paraId="215965A0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A5CDD" w14:textId="7D2CC7D5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lastRenderedPageBreak/>
              <w:t>Oddziaływania terapeutyczne i korekcyjne w resocjalizacji.</w:t>
            </w:r>
          </w:p>
        </w:tc>
      </w:tr>
      <w:tr w:rsidR="00FA5F69" w:rsidRPr="000A022D" w14:paraId="198F6645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FC543" w14:textId="522B8914" w:rsidR="00FA5F69" w:rsidRPr="00D76B8B" w:rsidRDefault="00FA5F69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Uwarunkowania gotowości do </w:t>
            </w:r>
            <w:r w:rsidR="0051260E">
              <w:rPr>
                <w:rFonts w:ascii="Corbel" w:hAnsi="Corbel"/>
                <w:b w:val="0"/>
                <w:smallCaps w:val="0"/>
                <w:sz w:val="22"/>
              </w:rPr>
              <w:t>resocjalizacji.</w:t>
            </w:r>
          </w:p>
        </w:tc>
      </w:tr>
      <w:tr w:rsidR="00C3743B" w:rsidRPr="000A022D" w14:paraId="5A4F0CF7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6E43E" w14:textId="25217B80" w:rsidR="00C3743B" w:rsidRPr="00D76B8B" w:rsidRDefault="00C3743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Wybrane aspekty resocjalizacji penitencjarnej.</w:t>
            </w:r>
          </w:p>
        </w:tc>
      </w:tr>
      <w:tr w:rsidR="00C3743B" w:rsidRPr="000A022D" w14:paraId="486BAB02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2D394" w14:textId="3E4695DC" w:rsidR="00C3743B" w:rsidRDefault="00C3743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Specyfika</w:t>
            </w:r>
            <w:r w:rsidR="00DF7217">
              <w:rPr>
                <w:rFonts w:ascii="Corbel" w:hAnsi="Corbel"/>
                <w:b w:val="0"/>
                <w:smallCaps w:val="0"/>
                <w:sz w:val="22"/>
              </w:rPr>
              <w:t xml:space="preserve"> oddziaływań z obszaru readaptacji i reintegracji społecznej.</w:t>
            </w:r>
          </w:p>
        </w:tc>
      </w:tr>
    </w:tbl>
    <w:p w14:paraId="6A815432" w14:textId="77777777" w:rsidR="0085747A" w:rsidRPr="00B169DF" w:rsidRDefault="0085747A" w:rsidP="00FD552F">
      <w:pPr>
        <w:spacing w:after="0" w:line="240" w:lineRule="auto"/>
        <w:rPr>
          <w:rFonts w:ascii="Corbel" w:hAnsi="Corbel"/>
          <w:sz w:val="24"/>
          <w:szCs w:val="24"/>
        </w:rPr>
      </w:pPr>
    </w:p>
    <w:p w14:paraId="7E87F254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40687D7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2A5DAC0C" w14:textId="77777777" w:rsidTr="006E3CE5">
        <w:tc>
          <w:tcPr>
            <w:tcW w:w="9520" w:type="dxa"/>
          </w:tcPr>
          <w:p w14:paraId="03A34A1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3CE5" w:rsidRPr="00B169DF" w14:paraId="44CD5483" w14:textId="77777777" w:rsidTr="006E3CE5">
        <w:tc>
          <w:tcPr>
            <w:tcW w:w="9520" w:type="dxa"/>
          </w:tcPr>
          <w:p w14:paraId="43A5A590" w14:textId="77777777" w:rsidR="006E3CE5" w:rsidRPr="00B169DF" w:rsidRDefault="006E3CE5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18F161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4ECB0A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ED02D4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98F0F9" w14:textId="77777777" w:rsidR="001D3E8F" w:rsidRPr="00821F48" w:rsidRDefault="001D3E8F" w:rsidP="001D3E8F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r w:rsidRPr="00F407B5">
        <w:rPr>
          <w:rFonts w:ascii="Corbel" w:hAnsi="Corbel"/>
          <w:bCs/>
          <w:i/>
          <w:smallCaps w:val="0"/>
          <w:szCs w:val="24"/>
        </w:rPr>
        <w:t>Wykład:</w:t>
      </w:r>
      <w:r w:rsidRPr="00821F48">
        <w:rPr>
          <w:rFonts w:ascii="Corbel" w:hAnsi="Corbel"/>
          <w:b w:val="0"/>
          <w:i/>
          <w:smallCaps w:val="0"/>
          <w:szCs w:val="24"/>
        </w:rPr>
        <w:t xml:space="preserve"> wykład problemowy, wykład z prezentacją multimedialną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14:paraId="2D6D6701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E52BEC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D2D72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695960B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A9DC6C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679C61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07E7C643" w14:textId="77777777" w:rsidTr="00573475">
        <w:tc>
          <w:tcPr>
            <w:tcW w:w="1962" w:type="dxa"/>
            <w:vAlign w:val="center"/>
          </w:tcPr>
          <w:p w14:paraId="28B15CAA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3CA659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C66DD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708BD9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B1ED4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7DCED9C6" w14:textId="77777777" w:rsidTr="00573475">
        <w:tc>
          <w:tcPr>
            <w:tcW w:w="1962" w:type="dxa"/>
          </w:tcPr>
          <w:p w14:paraId="61AD9E2D" w14:textId="2F2DC89C" w:rsidR="0085747A" w:rsidRPr="00B169DF" w:rsidRDefault="003C4F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5C9A1A22" w14:textId="0034D689" w:rsidR="0085747A" w:rsidRPr="00B169DF" w:rsidRDefault="000010CD" w:rsidP="00FD5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</w:t>
            </w:r>
            <w:r w:rsidR="007C60C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pisemny</w:t>
            </w:r>
            <w:r w:rsidR="00FD5BE0"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 w:rsidR="00FD5BE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1EE978E0" w14:textId="58BBD806" w:rsidR="0085747A" w:rsidRPr="00B169DF" w:rsidRDefault="004A2D88" w:rsidP="004A2D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C60C0" w:rsidRPr="00B169DF" w14:paraId="67D63E6F" w14:textId="77777777" w:rsidTr="00573475">
        <w:tc>
          <w:tcPr>
            <w:tcW w:w="1962" w:type="dxa"/>
          </w:tcPr>
          <w:p w14:paraId="03858E2C" w14:textId="77777777" w:rsidR="007C60C0" w:rsidRPr="00B169DF" w:rsidRDefault="007C60C0" w:rsidP="007C60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5ABF099" w14:textId="32605E72" w:rsidR="007C60C0" w:rsidRPr="00B169DF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2039E36B" w14:textId="37ABFC63" w:rsidR="007C60C0" w:rsidRPr="00B169DF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C60C0" w:rsidRPr="00B169DF" w14:paraId="5308819A" w14:textId="77777777" w:rsidTr="00573475">
        <w:tc>
          <w:tcPr>
            <w:tcW w:w="1962" w:type="dxa"/>
          </w:tcPr>
          <w:p w14:paraId="62B1003F" w14:textId="0F81BE1E" w:rsidR="007C60C0" w:rsidRPr="00B169DF" w:rsidRDefault="007C60C0" w:rsidP="007C60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B634BA0" w14:textId="411898BA" w:rsidR="007C60C0" w:rsidRPr="00B169DF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6B5911B0" w14:textId="30863F16" w:rsidR="007C60C0" w:rsidRPr="00B169DF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C60C0" w:rsidRPr="00B169DF" w14:paraId="27730E8A" w14:textId="77777777" w:rsidTr="00573475">
        <w:tc>
          <w:tcPr>
            <w:tcW w:w="1962" w:type="dxa"/>
          </w:tcPr>
          <w:p w14:paraId="62F14B52" w14:textId="50A5AC31" w:rsidR="007C60C0" w:rsidRPr="00B169DF" w:rsidRDefault="007C60C0" w:rsidP="007C60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DE384B8" w14:textId="09C3A3F7" w:rsidR="007C60C0" w:rsidRPr="00B169DF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7C677150" w14:textId="124EEF4D" w:rsidR="007C60C0" w:rsidRPr="00B169DF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C60C0" w:rsidRPr="00B169DF" w14:paraId="463F8D27" w14:textId="77777777" w:rsidTr="00573475">
        <w:tc>
          <w:tcPr>
            <w:tcW w:w="1962" w:type="dxa"/>
          </w:tcPr>
          <w:p w14:paraId="2655F32F" w14:textId="6D6EE4AA" w:rsidR="007C60C0" w:rsidRPr="00B169DF" w:rsidRDefault="007C60C0" w:rsidP="007C60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A5F1908" w14:textId="06B1178F" w:rsidR="007C60C0" w:rsidRPr="00B169DF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3D502245" w14:textId="32661121" w:rsidR="007C60C0" w:rsidRPr="00B169DF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C60C0" w:rsidRPr="00B169DF" w14:paraId="5D881A86" w14:textId="77777777" w:rsidTr="00573475">
        <w:tc>
          <w:tcPr>
            <w:tcW w:w="1962" w:type="dxa"/>
          </w:tcPr>
          <w:p w14:paraId="4AAE6052" w14:textId="60ED0121" w:rsidR="007C60C0" w:rsidRDefault="007C60C0" w:rsidP="007C60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0A04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1EB20DBF" w14:textId="2E538743" w:rsidR="007C60C0" w:rsidRPr="0082561C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2FC617B4" w14:textId="18073138" w:rsidR="007C60C0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C60C0" w:rsidRPr="00B169DF" w14:paraId="70498E79" w14:textId="77777777" w:rsidTr="00573475">
        <w:tc>
          <w:tcPr>
            <w:tcW w:w="1962" w:type="dxa"/>
          </w:tcPr>
          <w:p w14:paraId="27259B9B" w14:textId="67EE5ACE" w:rsidR="007C60C0" w:rsidRDefault="007C60C0" w:rsidP="007C60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0A04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68CF629F" w14:textId="4F7F590C" w:rsidR="007C60C0" w:rsidRPr="0082561C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77075B61" w14:textId="7232AB67" w:rsidR="007C60C0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C60C0" w:rsidRPr="00B169DF" w14:paraId="477747A2" w14:textId="77777777" w:rsidTr="00573475">
        <w:tc>
          <w:tcPr>
            <w:tcW w:w="1962" w:type="dxa"/>
          </w:tcPr>
          <w:p w14:paraId="0EC43831" w14:textId="34560DD3" w:rsidR="007C60C0" w:rsidRDefault="007C60C0" w:rsidP="007C60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0A04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441" w:type="dxa"/>
          </w:tcPr>
          <w:p w14:paraId="18AC7B42" w14:textId="54CEF1F0" w:rsidR="007C60C0" w:rsidRPr="0082561C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2C014315" w14:textId="697CD599" w:rsidR="007C60C0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21261BDE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7CA9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BF3225A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4AEAD353" w14:textId="77777777" w:rsidTr="00923D7D">
        <w:tc>
          <w:tcPr>
            <w:tcW w:w="9670" w:type="dxa"/>
          </w:tcPr>
          <w:p w14:paraId="70D4B8ED" w14:textId="77777777" w:rsidR="00FD2EEF" w:rsidRDefault="00FD2EEF" w:rsidP="00FD2EEF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153041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pozytywna ocena z egzaminu (minimum 51 % punktów),</w:t>
            </w:r>
          </w:p>
          <w:p w14:paraId="1AB272CD" w14:textId="07DB4FFB" w:rsidR="0085747A" w:rsidRPr="00FD2EEF" w:rsidRDefault="00FD2EEF" w:rsidP="00FD2EEF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aktywny udział</w:t>
            </w:r>
            <w:r w:rsidRPr="00153041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studenta w zajęciach (w trakcie dyskusji)</w:t>
            </w:r>
          </w:p>
        </w:tc>
      </w:tr>
    </w:tbl>
    <w:p w14:paraId="2DBA017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D7757E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C34A4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42001792" w14:textId="77777777" w:rsidTr="003E1941">
        <w:tc>
          <w:tcPr>
            <w:tcW w:w="4962" w:type="dxa"/>
            <w:vAlign w:val="center"/>
          </w:tcPr>
          <w:p w14:paraId="5E044D2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11553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D751FB1" w14:textId="77777777" w:rsidTr="00923D7D">
        <w:tc>
          <w:tcPr>
            <w:tcW w:w="4962" w:type="dxa"/>
          </w:tcPr>
          <w:p w14:paraId="1895130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A07EF53" w14:textId="5B9A6768" w:rsidR="0085747A" w:rsidRPr="00B169DF" w:rsidRDefault="00356624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18F9755A" w14:textId="77777777" w:rsidTr="00923D7D">
        <w:tc>
          <w:tcPr>
            <w:tcW w:w="4962" w:type="dxa"/>
          </w:tcPr>
          <w:p w14:paraId="614D894A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98BA5D" w14:textId="71B09B3C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6738EA">
              <w:rPr>
                <w:rFonts w:ascii="Corbel" w:hAnsi="Corbel"/>
                <w:sz w:val="24"/>
                <w:szCs w:val="24"/>
              </w:rPr>
              <w:t>zaliczeniu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3283DC" w14:textId="0536B12B" w:rsidR="00C61DC5" w:rsidRPr="00B169DF" w:rsidRDefault="00C65BE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7886A0E3" w14:textId="77777777" w:rsidTr="00923D7D">
        <w:tc>
          <w:tcPr>
            <w:tcW w:w="4962" w:type="dxa"/>
          </w:tcPr>
          <w:p w14:paraId="6AB2429C" w14:textId="5CC1EFCA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="000B140C"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504F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6738EA">
              <w:rPr>
                <w:rFonts w:ascii="Corbel" w:hAnsi="Corbel"/>
                <w:sz w:val="24"/>
                <w:szCs w:val="24"/>
              </w:rPr>
              <w:t>zaliczenia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 </w:t>
            </w:r>
            <w:r w:rsidR="006504FC">
              <w:rPr>
                <w:rFonts w:ascii="Corbel" w:hAnsi="Corbel"/>
                <w:sz w:val="24"/>
                <w:szCs w:val="24"/>
              </w:rPr>
              <w:t>pisemnego)</w:t>
            </w:r>
          </w:p>
        </w:tc>
        <w:tc>
          <w:tcPr>
            <w:tcW w:w="4677" w:type="dxa"/>
          </w:tcPr>
          <w:p w14:paraId="53B24179" w14:textId="6D5B46B0" w:rsidR="00C61DC5" w:rsidRPr="00B169DF" w:rsidRDefault="00974F89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115</w:t>
            </w:r>
          </w:p>
        </w:tc>
      </w:tr>
      <w:tr w:rsidR="0085747A" w:rsidRPr="00B169DF" w14:paraId="3C892D3A" w14:textId="77777777" w:rsidTr="00923D7D">
        <w:tc>
          <w:tcPr>
            <w:tcW w:w="4962" w:type="dxa"/>
          </w:tcPr>
          <w:p w14:paraId="5FD70DD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5839CD63" w14:textId="0CAD86C7" w:rsidR="0085747A" w:rsidRPr="00B169DF" w:rsidRDefault="00F13309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B169DF" w14:paraId="391C7396" w14:textId="77777777" w:rsidTr="00923D7D">
        <w:tc>
          <w:tcPr>
            <w:tcW w:w="4962" w:type="dxa"/>
          </w:tcPr>
          <w:p w14:paraId="7598D0E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92142B" w14:textId="620A9A68" w:rsidR="0085747A" w:rsidRPr="00B169DF" w:rsidRDefault="007C60C0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138B23A7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E38632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025C6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4D5EF3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A6850F8" w14:textId="77777777" w:rsidTr="0071620A">
        <w:trPr>
          <w:trHeight w:val="397"/>
        </w:trPr>
        <w:tc>
          <w:tcPr>
            <w:tcW w:w="3544" w:type="dxa"/>
          </w:tcPr>
          <w:p w14:paraId="6E46624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35F798" w14:textId="1FD0C14B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169DF" w14:paraId="2E6161E3" w14:textId="77777777" w:rsidTr="0071620A">
        <w:trPr>
          <w:trHeight w:val="397"/>
        </w:trPr>
        <w:tc>
          <w:tcPr>
            <w:tcW w:w="3544" w:type="dxa"/>
          </w:tcPr>
          <w:p w14:paraId="4EF7104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737AFD4" w14:textId="0FF968C7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</w:tbl>
    <w:p w14:paraId="68F4FD55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9C1EDA" w14:textId="258B0302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E3C0D" w:rsidRPr="00B169DF" w14:paraId="73DB77C7" w14:textId="77777777" w:rsidTr="009E3C0D">
        <w:trPr>
          <w:trHeight w:val="50"/>
        </w:trPr>
        <w:tc>
          <w:tcPr>
            <w:tcW w:w="7513" w:type="dxa"/>
          </w:tcPr>
          <w:p w14:paraId="72BECBDD" w14:textId="5DE49DF8" w:rsidR="009E3C0D" w:rsidRP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9E3C0D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3E22DEFB" w14:textId="6A688806" w:rsidR="002F3AA2" w:rsidRDefault="00E41030" w:rsidP="005F27EC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Opora R., </w:t>
            </w:r>
            <w:r>
              <w:rPr>
                <w:rFonts w:ascii="Corbel" w:hAnsi="Corbel"/>
                <w:i/>
                <w:iCs/>
              </w:rPr>
              <w:t xml:space="preserve">Efektywność oddziaływań resocjalizacyjnych. </w:t>
            </w:r>
            <w:r w:rsidRPr="004D4B55">
              <w:rPr>
                <w:rFonts w:ascii="Corbel" w:hAnsi="Corbel"/>
              </w:rPr>
              <w:t xml:space="preserve">Wydawnictwo Akademickie „Żak”, Warszawa </w:t>
            </w:r>
            <w:r w:rsidR="00677F62">
              <w:rPr>
                <w:rFonts w:ascii="Corbel" w:hAnsi="Corbel"/>
              </w:rPr>
              <w:t>2015.</w:t>
            </w:r>
          </w:p>
          <w:p w14:paraId="23BBF6E1" w14:textId="593AC19F" w:rsidR="005F27EC" w:rsidRDefault="005F27EC" w:rsidP="005F27EC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</w:rPr>
            </w:pPr>
            <w:r w:rsidRPr="005F27EC">
              <w:rPr>
                <w:rFonts w:ascii="Corbel" w:hAnsi="Corbel"/>
              </w:rPr>
              <w:t>Urban B., Stanik J. M. (red.),</w:t>
            </w:r>
            <w:r w:rsidRPr="005F27EC">
              <w:rPr>
                <w:rFonts w:ascii="Corbel" w:hAnsi="Corbel"/>
                <w:i/>
              </w:rPr>
              <w:t xml:space="preserve"> Resocjalizacja, tom1-2.</w:t>
            </w:r>
            <w:r w:rsidRPr="005F27EC">
              <w:rPr>
                <w:rFonts w:ascii="Corbel" w:hAnsi="Corbel"/>
              </w:rPr>
              <w:t xml:space="preserve"> Wydawnictwo Naukowe PWN, Warszawa 2007.</w:t>
            </w:r>
          </w:p>
          <w:p w14:paraId="2D079B35" w14:textId="39C05CFC" w:rsidR="00B077F7" w:rsidRPr="004D4B55" w:rsidRDefault="00B077F7" w:rsidP="00B077F7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</w:rPr>
            </w:pPr>
            <w:r w:rsidRPr="004D4B55">
              <w:rPr>
                <w:rFonts w:ascii="Corbel" w:hAnsi="Corbel"/>
              </w:rPr>
              <w:t xml:space="preserve">Pytka L., </w:t>
            </w:r>
            <w:r w:rsidRPr="004D4B55">
              <w:rPr>
                <w:rFonts w:ascii="Corbel" w:hAnsi="Corbel"/>
                <w:i/>
              </w:rPr>
              <w:t>Pedagogika resocjalizacyjna. Wybrane zagadnienia teoretyczne, diagnostyczne i metodyczne.</w:t>
            </w:r>
            <w:r w:rsidRPr="004D4B55">
              <w:rPr>
                <w:rFonts w:ascii="Corbel" w:hAnsi="Corbel"/>
              </w:rPr>
              <w:t xml:space="preserve"> APS, Warszawa 2000.</w:t>
            </w:r>
          </w:p>
          <w:p w14:paraId="392A1EE7" w14:textId="6B0285BB" w:rsidR="00B077F7" w:rsidRPr="004D4B55" w:rsidRDefault="00B077F7" w:rsidP="00B077F7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</w:rPr>
            </w:pPr>
            <w:proofErr w:type="spellStart"/>
            <w:r w:rsidRPr="004D4B55">
              <w:rPr>
                <w:rFonts w:ascii="Corbel" w:hAnsi="Corbel"/>
              </w:rPr>
              <w:t>Pospiszy</w:t>
            </w:r>
            <w:r w:rsidR="004D4B55">
              <w:rPr>
                <w:rFonts w:ascii="Corbel" w:hAnsi="Corbel"/>
              </w:rPr>
              <w:t>l</w:t>
            </w:r>
            <w:proofErr w:type="spellEnd"/>
            <w:r w:rsidR="004D4B55">
              <w:rPr>
                <w:rFonts w:ascii="Corbel" w:hAnsi="Corbel"/>
              </w:rPr>
              <w:t xml:space="preserve"> </w:t>
            </w:r>
            <w:r w:rsidRPr="004D4B55">
              <w:rPr>
                <w:rFonts w:ascii="Corbel" w:hAnsi="Corbel"/>
              </w:rPr>
              <w:t xml:space="preserve">K., </w:t>
            </w:r>
            <w:r w:rsidRPr="004D4B55">
              <w:rPr>
                <w:rFonts w:ascii="Corbel" w:hAnsi="Corbel"/>
                <w:i/>
              </w:rPr>
              <w:t>Resocjalizacja. Teoretyczne podstawy oraz przykłady programów oddziaływań</w:t>
            </w:r>
            <w:r w:rsidRPr="004D4B55">
              <w:rPr>
                <w:rFonts w:ascii="Corbel" w:hAnsi="Corbel"/>
              </w:rPr>
              <w:t xml:space="preserve">. </w:t>
            </w:r>
            <w:r w:rsidR="002778AC" w:rsidRPr="004D4B55">
              <w:rPr>
                <w:rFonts w:ascii="Corbel" w:hAnsi="Corbel"/>
              </w:rPr>
              <w:t>Wydawnictwo Akademickie „Żak”</w:t>
            </w:r>
            <w:r w:rsidR="004D4B55" w:rsidRPr="004D4B55">
              <w:rPr>
                <w:rFonts w:ascii="Corbel" w:hAnsi="Corbel"/>
              </w:rPr>
              <w:t xml:space="preserve">, </w:t>
            </w:r>
            <w:r w:rsidRPr="004D4B55">
              <w:rPr>
                <w:rFonts w:ascii="Corbel" w:hAnsi="Corbel"/>
              </w:rPr>
              <w:t>Warszawa 1998.</w:t>
            </w:r>
          </w:p>
          <w:p w14:paraId="18BBC5D2" w14:textId="77777777" w:rsidR="004D4B55" w:rsidRPr="004D4B55" w:rsidRDefault="004D4B55" w:rsidP="004D4B55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</w:rPr>
            </w:pPr>
            <w:proofErr w:type="spellStart"/>
            <w:r w:rsidRPr="004D4B55">
              <w:rPr>
                <w:rFonts w:ascii="Corbel" w:hAnsi="Corbel"/>
              </w:rPr>
              <w:t>Czapów</w:t>
            </w:r>
            <w:proofErr w:type="spellEnd"/>
            <w:r w:rsidRPr="004D4B55">
              <w:rPr>
                <w:rFonts w:ascii="Corbel" w:hAnsi="Corbel"/>
              </w:rPr>
              <w:t xml:space="preserve"> Cz., Jedlewski S., </w:t>
            </w:r>
            <w:r w:rsidRPr="004D4B55">
              <w:rPr>
                <w:rFonts w:ascii="Corbel" w:hAnsi="Corbel"/>
                <w:i/>
              </w:rPr>
              <w:t>Pedagogika resocjalizacyjna.</w:t>
            </w:r>
            <w:r w:rsidRPr="004D4B55">
              <w:rPr>
                <w:rFonts w:ascii="Corbel" w:hAnsi="Corbel"/>
              </w:rPr>
              <w:t xml:space="preserve"> Warszawa 1971.</w:t>
            </w:r>
          </w:p>
          <w:p w14:paraId="62586304" w14:textId="0AF20A01" w:rsidR="007D6D67" w:rsidRPr="009E3C0D" w:rsidRDefault="004D4B55" w:rsidP="0008024F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</w:rPr>
            </w:pPr>
            <w:proofErr w:type="spellStart"/>
            <w:r w:rsidRPr="004D4B55">
              <w:rPr>
                <w:rFonts w:ascii="Corbel" w:hAnsi="Corbel"/>
              </w:rPr>
              <w:t>Czapów</w:t>
            </w:r>
            <w:proofErr w:type="spellEnd"/>
            <w:r w:rsidRPr="004D4B55">
              <w:rPr>
                <w:rFonts w:ascii="Corbel" w:hAnsi="Corbel"/>
              </w:rPr>
              <w:t xml:space="preserve"> Cz., </w:t>
            </w:r>
            <w:r w:rsidRPr="004D4B55">
              <w:rPr>
                <w:rFonts w:ascii="Corbel" w:hAnsi="Corbel"/>
                <w:i/>
              </w:rPr>
              <w:t>Wychowanie resocjalizujące.</w:t>
            </w:r>
            <w:r w:rsidRPr="004D4B55">
              <w:rPr>
                <w:rFonts w:ascii="Corbel" w:hAnsi="Corbel"/>
              </w:rPr>
              <w:t xml:space="preserve"> Warszawa 1978.</w:t>
            </w:r>
          </w:p>
        </w:tc>
      </w:tr>
      <w:tr w:rsidR="0085747A" w:rsidRPr="00B169DF" w14:paraId="190BD53C" w14:textId="77777777" w:rsidTr="0071620A">
        <w:trPr>
          <w:trHeight w:val="397"/>
        </w:trPr>
        <w:tc>
          <w:tcPr>
            <w:tcW w:w="7513" w:type="dxa"/>
          </w:tcPr>
          <w:p w14:paraId="69497E64" w14:textId="1821A5DC" w:rsidR="009E3C0D" w:rsidRPr="00FD2EEF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9E3C0D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28D8AF11" w14:textId="77777777" w:rsidR="00FD2EEF" w:rsidRDefault="00FD2EEF" w:rsidP="00FD2EEF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</w:rPr>
            </w:pPr>
            <w:bookmarkStart w:id="0" w:name="_GoBack"/>
            <w:proofErr w:type="spellStart"/>
            <w:r>
              <w:rPr>
                <w:rFonts w:ascii="Corbel" w:hAnsi="Corbel"/>
              </w:rPr>
              <w:t>Ambrozik</w:t>
            </w:r>
            <w:proofErr w:type="spellEnd"/>
            <w:r>
              <w:rPr>
                <w:rFonts w:ascii="Corbel" w:hAnsi="Corbel"/>
              </w:rPr>
              <w:t xml:space="preserve"> W., </w:t>
            </w:r>
            <w:r>
              <w:rPr>
                <w:rFonts w:ascii="Corbel" w:hAnsi="Corbel"/>
                <w:i/>
                <w:iCs/>
              </w:rPr>
              <w:t xml:space="preserve">Pedagogika resocjalizacyjna – w stronę uspołecznienia systemu oddziaływań. </w:t>
            </w:r>
            <w:r>
              <w:rPr>
                <w:rFonts w:ascii="Corbel" w:hAnsi="Corbel"/>
              </w:rPr>
              <w:t>Wydawnictwo Impuls, Kraków 2016.</w:t>
            </w:r>
          </w:p>
          <w:p w14:paraId="1BC0E802" w14:textId="77777777" w:rsidR="00FD2EEF" w:rsidRPr="00D51DB8" w:rsidRDefault="00FD2EEF" w:rsidP="00FD2EEF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Konopczyński M., </w:t>
            </w:r>
            <w:r>
              <w:rPr>
                <w:rFonts w:ascii="Corbel" w:hAnsi="Corbel"/>
                <w:i/>
                <w:iCs/>
              </w:rPr>
              <w:t xml:space="preserve">Pedagogika resocjalizacyjna – w stronę działań kreujących. </w:t>
            </w:r>
            <w:r>
              <w:rPr>
                <w:rFonts w:ascii="Corbel" w:hAnsi="Corbel"/>
              </w:rPr>
              <w:t>Wydawnictwo Impuls, Kraków 2015.</w:t>
            </w:r>
            <w:r>
              <w:rPr>
                <w:rFonts w:ascii="Corbel" w:hAnsi="Corbel"/>
                <w:i/>
                <w:iCs/>
              </w:rPr>
              <w:t xml:space="preserve"> </w:t>
            </w:r>
          </w:p>
          <w:p w14:paraId="53D31461" w14:textId="77777777" w:rsidR="00FD2EEF" w:rsidRDefault="00FD2EEF" w:rsidP="00FD2EEF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Chojecka J., Muskała M., </w:t>
            </w:r>
            <w:r>
              <w:rPr>
                <w:rFonts w:ascii="Corbel" w:hAnsi="Corbel"/>
                <w:i/>
                <w:iCs/>
              </w:rPr>
              <w:t xml:space="preserve">Uwarunkowania gotowości do resocjalizacji. </w:t>
            </w:r>
            <w:r>
              <w:rPr>
                <w:rFonts w:ascii="Corbel" w:hAnsi="Corbel"/>
              </w:rPr>
              <w:t>Wydawnictwo Naukowe UAM, Poznań 2021.</w:t>
            </w:r>
          </w:p>
          <w:p w14:paraId="63C1AC52" w14:textId="77777777" w:rsidR="00FD2EEF" w:rsidRPr="007A412E" w:rsidRDefault="00FD2EEF" w:rsidP="00FD2EEF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i/>
              </w:rPr>
            </w:pPr>
            <w:r w:rsidRPr="007A412E">
              <w:rPr>
                <w:rFonts w:ascii="Corbel" w:hAnsi="Corbel"/>
                <w:iCs/>
              </w:rPr>
              <w:t>Kwieciński A. (red.),</w:t>
            </w:r>
            <w:r w:rsidRPr="007A412E">
              <w:rPr>
                <w:rFonts w:ascii="Corbel" w:hAnsi="Corbel"/>
                <w:i/>
              </w:rPr>
              <w:t xml:space="preserve"> Postępowanie z wybranymi grupami skazanych w polskim systemie penitencjarnym. Aspekty prawne. </w:t>
            </w:r>
            <w:r w:rsidRPr="007A412E">
              <w:rPr>
                <w:rFonts w:ascii="Corbel" w:hAnsi="Corbel"/>
                <w:iCs/>
              </w:rPr>
              <w:t>LEX, Warszawa 2013.</w:t>
            </w:r>
          </w:p>
          <w:p w14:paraId="17FCB2E3" w14:textId="77777777" w:rsidR="00FD2EEF" w:rsidRPr="007A412E" w:rsidRDefault="00FD2EEF" w:rsidP="00FD2EEF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i/>
              </w:rPr>
            </w:pPr>
            <w:r w:rsidRPr="007A412E">
              <w:rPr>
                <w:rFonts w:ascii="Corbel" w:hAnsi="Corbel"/>
                <w:iCs/>
              </w:rPr>
              <w:t xml:space="preserve">Rzepliński A., Rzeplińska I., </w:t>
            </w:r>
            <w:proofErr w:type="spellStart"/>
            <w:r w:rsidRPr="007A412E">
              <w:rPr>
                <w:rFonts w:ascii="Corbel" w:hAnsi="Corbel"/>
                <w:iCs/>
              </w:rPr>
              <w:t>Niełaczna</w:t>
            </w:r>
            <w:proofErr w:type="spellEnd"/>
            <w:r w:rsidRPr="007A412E">
              <w:rPr>
                <w:rFonts w:ascii="Corbel" w:hAnsi="Corbel"/>
                <w:iCs/>
              </w:rPr>
              <w:t xml:space="preserve"> M., Wiktorowska P., (red.)</w:t>
            </w:r>
            <w:r>
              <w:rPr>
                <w:rFonts w:ascii="Corbel" w:hAnsi="Corbel"/>
                <w:i/>
              </w:rPr>
              <w:t>,</w:t>
            </w:r>
            <w:r w:rsidRPr="007A412E">
              <w:rPr>
                <w:rFonts w:ascii="Corbel" w:hAnsi="Corbel"/>
                <w:i/>
              </w:rPr>
              <w:t xml:space="preserve"> Pozbawienie wolności – funkcje i koszty. </w:t>
            </w:r>
            <w:r w:rsidRPr="007A412E">
              <w:rPr>
                <w:rFonts w:ascii="Corbel" w:hAnsi="Corbel"/>
                <w:iCs/>
              </w:rPr>
              <w:t>LEX, Warszawa 2013.</w:t>
            </w:r>
          </w:p>
          <w:p w14:paraId="546773EC" w14:textId="77777777" w:rsidR="00FD2EEF" w:rsidRPr="00BF0CC3" w:rsidRDefault="00FD2EEF" w:rsidP="00FD2EEF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Opora R., </w:t>
            </w:r>
            <w:r>
              <w:rPr>
                <w:rFonts w:ascii="Corbel" w:hAnsi="Corbel"/>
                <w:i/>
                <w:iCs/>
              </w:rPr>
              <w:t xml:space="preserve">Resocjalizacja – wychowanie i </w:t>
            </w:r>
            <w:proofErr w:type="spellStart"/>
            <w:r>
              <w:rPr>
                <w:rFonts w:ascii="Corbel" w:hAnsi="Corbel"/>
                <w:i/>
                <w:iCs/>
              </w:rPr>
              <w:t>psychokorekcja</w:t>
            </w:r>
            <w:proofErr w:type="spellEnd"/>
            <w:r>
              <w:rPr>
                <w:rFonts w:ascii="Corbel" w:hAnsi="Corbel"/>
                <w:i/>
                <w:iCs/>
              </w:rPr>
              <w:t xml:space="preserve"> nieletnich niedostosowanych społecznie. </w:t>
            </w:r>
            <w:r>
              <w:rPr>
                <w:rFonts w:ascii="Corbel" w:hAnsi="Corbel"/>
              </w:rPr>
              <w:t>Wydawnictwo Impuls, Kraków 2010.</w:t>
            </w:r>
          </w:p>
          <w:p w14:paraId="1FD70D30" w14:textId="77777777" w:rsidR="00FD2EEF" w:rsidRPr="0008024F" w:rsidRDefault="00FD2EEF" w:rsidP="00FD2EEF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iCs/>
              </w:rPr>
            </w:pPr>
            <w:proofErr w:type="spellStart"/>
            <w:r w:rsidRPr="007A412E">
              <w:rPr>
                <w:rFonts w:ascii="Corbel" w:hAnsi="Corbel"/>
                <w:iCs/>
              </w:rPr>
              <w:t>Machel</w:t>
            </w:r>
            <w:proofErr w:type="spellEnd"/>
            <w:r w:rsidRPr="007A412E">
              <w:rPr>
                <w:rFonts w:ascii="Corbel" w:hAnsi="Corbel"/>
                <w:iCs/>
              </w:rPr>
              <w:t xml:space="preserve"> H.,</w:t>
            </w:r>
            <w:r w:rsidRPr="007A412E">
              <w:rPr>
                <w:rFonts w:ascii="Corbel" w:hAnsi="Corbel"/>
                <w:i/>
              </w:rPr>
              <w:t xml:space="preserve"> Więzienie jako instytucja karna i resocjalizacyjna. </w:t>
            </w:r>
            <w:r w:rsidRPr="007A412E">
              <w:rPr>
                <w:rFonts w:ascii="Corbel" w:hAnsi="Corbel"/>
                <w:iCs/>
              </w:rPr>
              <w:t>ARCHE, Gdańsk 2003.</w:t>
            </w:r>
          </w:p>
          <w:p w14:paraId="770941ED" w14:textId="5C206C03" w:rsidR="00251576" w:rsidRPr="00D126EE" w:rsidRDefault="002515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Go</w:t>
            </w:r>
            <w:r w:rsidR="008464A3">
              <w:rPr>
                <w:rFonts w:ascii="Corbel" w:hAnsi="Corbel"/>
                <w:b w:val="0"/>
                <w:smallCaps w:val="0"/>
                <w:sz w:val="22"/>
              </w:rPr>
              <w:t>ffman</w:t>
            </w:r>
            <w:proofErr w:type="spellEnd"/>
            <w:r w:rsidR="008464A3"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 w:rsidR="008464A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Instytucje totalne. O pacjentach szpitali psychiatrycznych</w:t>
            </w:r>
            <w:r w:rsidR="00D126EE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br/>
            </w:r>
            <w:r w:rsidR="008464A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 mieszkańcach innych instytucji</w:t>
            </w:r>
            <w:r w:rsidR="00D126EE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totalnych. </w:t>
            </w:r>
            <w:r w:rsidR="00D126EE">
              <w:rPr>
                <w:rFonts w:ascii="Corbel" w:hAnsi="Corbel"/>
                <w:b w:val="0"/>
                <w:smallCaps w:val="0"/>
                <w:sz w:val="22"/>
              </w:rPr>
              <w:t xml:space="preserve">GWP, </w:t>
            </w:r>
            <w:r w:rsidR="00F83597">
              <w:rPr>
                <w:rFonts w:ascii="Corbel" w:hAnsi="Corbel"/>
                <w:b w:val="0"/>
                <w:smallCaps w:val="0"/>
                <w:sz w:val="22"/>
              </w:rPr>
              <w:t>Sopot 2011.</w:t>
            </w:r>
          </w:p>
          <w:p w14:paraId="6B3C6A7C" w14:textId="0F5CD2A2" w:rsidR="00990972" w:rsidRPr="00953B47" w:rsidRDefault="009909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Goffman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Piętno</w:t>
            </w:r>
            <w:r w:rsidR="00953B4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. Rozważania o zranionej tożsamości. </w:t>
            </w:r>
            <w:r w:rsidR="00953B47">
              <w:rPr>
                <w:rFonts w:ascii="Corbel" w:hAnsi="Corbel"/>
                <w:b w:val="0"/>
                <w:smallCaps w:val="0"/>
                <w:sz w:val="22"/>
              </w:rPr>
              <w:t>GWP, Gdańsk 2005.</w:t>
            </w:r>
          </w:p>
          <w:p w14:paraId="458EF9A4" w14:textId="6E5A147A" w:rsidR="009E3C0D" w:rsidRPr="00E20AD0" w:rsidRDefault="009E3C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9E3C0D">
              <w:rPr>
                <w:rFonts w:ascii="Corbel" w:hAnsi="Corbel"/>
                <w:b w:val="0"/>
                <w:smallCaps w:val="0"/>
                <w:sz w:val="22"/>
              </w:rPr>
              <w:t>Consedine</w:t>
            </w:r>
            <w:proofErr w:type="spellEnd"/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 w:rsidRPr="009E3C0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Sprawiedliwość naprawcza. Przywrócenie ładu społecznego.</w:t>
            </w: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PSEP, Warszawa 2004.</w:t>
            </w:r>
            <w:bookmarkEnd w:id="0"/>
          </w:p>
        </w:tc>
      </w:tr>
    </w:tbl>
    <w:p w14:paraId="76000B4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BE85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9CADA6" w14:textId="359DF5E7" w:rsidR="009C017F" w:rsidRPr="00E20AD0" w:rsidRDefault="0085747A" w:rsidP="00E20AD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C017F" w:rsidRPr="00E20AD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9C3916" w14:textId="77777777" w:rsidR="007371AD" w:rsidRDefault="007371AD" w:rsidP="00C16ABF">
      <w:pPr>
        <w:spacing w:after="0" w:line="240" w:lineRule="auto"/>
      </w:pPr>
      <w:r>
        <w:separator/>
      </w:r>
    </w:p>
  </w:endnote>
  <w:endnote w:type="continuationSeparator" w:id="0">
    <w:p w14:paraId="4E32527C" w14:textId="77777777" w:rsidR="007371AD" w:rsidRDefault="007371A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691C55" w14:textId="77777777" w:rsidR="007371AD" w:rsidRDefault="007371AD" w:rsidP="00C16ABF">
      <w:pPr>
        <w:spacing w:after="0" w:line="240" w:lineRule="auto"/>
      </w:pPr>
      <w:r>
        <w:separator/>
      </w:r>
    </w:p>
  </w:footnote>
  <w:footnote w:type="continuationSeparator" w:id="0">
    <w:p w14:paraId="50576B8F" w14:textId="77777777" w:rsidR="007371AD" w:rsidRDefault="007371AD" w:rsidP="00C16ABF">
      <w:pPr>
        <w:spacing w:after="0" w:line="240" w:lineRule="auto"/>
      </w:pPr>
      <w:r>
        <w:continuationSeparator/>
      </w:r>
    </w:p>
  </w:footnote>
  <w:footnote w:id="1">
    <w:p w14:paraId="51DEDF3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AE62E9"/>
    <w:multiLevelType w:val="hybridMultilevel"/>
    <w:tmpl w:val="BE8CA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039"/>
    <w:rsid w:val="000010CD"/>
    <w:rsid w:val="000048FD"/>
    <w:rsid w:val="000077B4"/>
    <w:rsid w:val="00014502"/>
    <w:rsid w:val="00015B8F"/>
    <w:rsid w:val="00022ECE"/>
    <w:rsid w:val="00025A75"/>
    <w:rsid w:val="00034FE8"/>
    <w:rsid w:val="00035766"/>
    <w:rsid w:val="000375A7"/>
    <w:rsid w:val="00042A51"/>
    <w:rsid w:val="00042D2E"/>
    <w:rsid w:val="00044C82"/>
    <w:rsid w:val="00046109"/>
    <w:rsid w:val="00055962"/>
    <w:rsid w:val="00070ED6"/>
    <w:rsid w:val="000742DC"/>
    <w:rsid w:val="0008024F"/>
    <w:rsid w:val="00084C12"/>
    <w:rsid w:val="000863CA"/>
    <w:rsid w:val="00090572"/>
    <w:rsid w:val="00090DBB"/>
    <w:rsid w:val="0009462C"/>
    <w:rsid w:val="00094B12"/>
    <w:rsid w:val="00096C46"/>
    <w:rsid w:val="000A022D"/>
    <w:rsid w:val="000A296F"/>
    <w:rsid w:val="000A2A28"/>
    <w:rsid w:val="000A3CDF"/>
    <w:rsid w:val="000A7FC9"/>
    <w:rsid w:val="000B140C"/>
    <w:rsid w:val="000B192D"/>
    <w:rsid w:val="000B28EE"/>
    <w:rsid w:val="000B3E37"/>
    <w:rsid w:val="000C2AA9"/>
    <w:rsid w:val="000C53C0"/>
    <w:rsid w:val="000D04B0"/>
    <w:rsid w:val="000E25B3"/>
    <w:rsid w:val="000F10CD"/>
    <w:rsid w:val="000F1C57"/>
    <w:rsid w:val="000F2F44"/>
    <w:rsid w:val="000F5615"/>
    <w:rsid w:val="001045A1"/>
    <w:rsid w:val="00110AF8"/>
    <w:rsid w:val="00121A48"/>
    <w:rsid w:val="0012244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24C"/>
    <w:rsid w:val="001718A7"/>
    <w:rsid w:val="001737CF"/>
    <w:rsid w:val="00176083"/>
    <w:rsid w:val="00177664"/>
    <w:rsid w:val="00184073"/>
    <w:rsid w:val="0018530D"/>
    <w:rsid w:val="00192F37"/>
    <w:rsid w:val="00197CFC"/>
    <w:rsid w:val="001A70D2"/>
    <w:rsid w:val="001D3E8F"/>
    <w:rsid w:val="001D657B"/>
    <w:rsid w:val="001D7B54"/>
    <w:rsid w:val="001E0209"/>
    <w:rsid w:val="001F2CA2"/>
    <w:rsid w:val="001F646F"/>
    <w:rsid w:val="00204C0B"/>
    <w:rsid w:val="002073B0"/>
    <w:rsid w:val="002144C0"/>
    <w:rsid w:val="002154C3"/>
    <w:rsid w:val="002246BA"/>
    <w:rsid w:val="0022477D"/>
    <w:rsid w:val="00224E15"/>
    <w:rsid w:val="002278A9"/>
    <w:rsid w:val="002336F9"/>
    <w:rsid w:val="0024028F"/>
    <w:rsid w:val="00240AA4"/>
    <w:rsid w:val="00244ABC"/>
    <w:rsid w:val="00251576"/>
    <w:rsid w:val="002778AC"/>
    <w:rsid w:val="00280E31"/>
    <w:rsid w:val="00281FF2"/>
    <w:rsid w:val="002857DE"/>
    <w:rsid w:val="00291567"/>
    <w:rsid w:val="002A22BF"/>
    <w:rsid w:val="002A2389"/>
    <w:rsid w:val="002A64E1"/>
    <w:rsid w:val="002A671D"/>
    <w:rsid w:val="002A7C05"/>
    <w:rsid w:val="002B34EC"/>
    <w:rsid w:val="002B4D55"/>
    <w:rsid w:val="002B5EA0"/>
    <w:rsid w:val="002B6119"/>
    <w:rsid w:val="002C0CD5"/>
    <w:rsid w:val="002C1F06"/>
    <w:rsid w:val="002C5BA9"/>
    <w:rsid w:val="002D2C94"/>
    <w:rsid w:val="002D3375"/>
    <w:rsid w:val="002D73D4"/>
    <w:rsid w:val="002F02A3"/>
    <w:rsid w:val="002F3AA2"/>
    <w:rsid w:val="002F4ABE"/>
    <w:rsid w:val="003018BA"/>
    <w:rsid w:val="0030395F"/>
    <w:rsid w:val="00305C92"/>
    <w:rsid w:val="003060B6"/>
    <w:rsid w:val="00311948"/>
    <w:rsid w:val="003127CA"/>
    <w:rsid w:val="003151C5"/>
    <w:rsid w:val="00330DB2"/>
    <w:rsid w:val="003343CF"/>
    <w:rsid w:val="003421A7"/>
    <w:rsid w:val="00346FE9"/>
    <w:rsid w:val="0034759A"/>
    <w:rsid w:val="003503F6"/>
    <w:rsid w:val="003530DD"/>
    <w:rsid w:val="00353F20"/>
    <w:rsid w:val="00356624"/>
    <w:rsid w:val="00357ACE"/>
    <w:rsid w:val="00363F78"/>
    <w:rsid w:val="0038399B"/>
    <w:rsid w:val="003A0A5B"/>
    <w:rsid w:val="003A1176"/>
    <w:rsid w:val="003C0BAE"/>
    <w:rsid w:val="003C4F9C"/>
    <w:rsid w:val="003D18A9"/>
    <w:rsid w:val="003D6CE2"/>
    <w:rsid w:val="003E1941"/>
    <w:rsid w:val="003E2FE6"/>
    <w:rsid w:val="003E49D5"/>
    <w:rsid w:val="003F205D"/>
    <w:rsid w:val="003F38C0"/>
    <w:rsid w:val="00406174"/>
    <w:rsid w:val="00414E3C"/>
    <w:rsid w:val="00421923"/>
    <w:rsid w:val="0042244A"/>
    <w:rsid w:val="00425029"/>
    <w:rsid w:val="0042745A"/>
    <w:rsid w:val="00431D5C"/>
    <w:rsid w:val="004362C6"/>
    <w:rsid w:val="00437FA2"/>
    <w:rsid w:val="00445970"/>
    <w:rsid w:val="004471CB"/>
    <w:rsid w:val="0045581B"/>
    <w:rsid w:val="00457707"/>
    <w:rsid w:val="00461EFC"/>
    <w:rsid w:val="004652C2"/>
    <w:rsid w:val="004706D1"/>
    <w:rsid w:val="00471326"/>
    <w:rsid w:val="0047598D"/>
    <w:rsid w:val="004823FC"/>
    <w:rsid w:val="004840FD"/>
    <w:rsid w:val="00490F7D"/>
    <w:rsid w:val="00491678"/>
    <w:rsid w:val="004968E2"/>
    <w:rsid w:val="004A2D88"/>
    <w:rsid w:val="004A3EEA"/>
    <w:rsid w:val="004A4D1F"/>
    <w:rsid w:val="004B3F0E"/>
    <w:rsid w:val="004B4569"/>
    <w:rsid w:val="004C5B89"/>
    <w:rsid w:val="004D31C0"/>
    <w:rsid w:val="004D4B55"/>
    <w:rsid w:val="004D5282"/>
    <w:rsid w:val="004F1551"/>
    <w:rsid w:val="004F55A3"/>
    <w:rsid w:val="0050496F"/>
    <w:rsid w:val="00511744"/>
    <w:rsid w:val="0051260E"/>
    <w:rsid w:val="00513B6F"/>
    <w:rsid w:val="0051407E"/>
    <w:rsid w:val="00517C63"/>
    <w:rsid w:val="005363C4"/>
    <w:rsid w:val="00536BDE"/>
    <w:rsid w:val="00543ACC"/>
    <w:rsid w:val="00546262"/>
    <w:rsid w:val="00552A88"/>
    <w:rsid w:val="00553013"/>
    <w:rsid w:val="00554EFF"/>
    <w:rsid w:val="0056213A"/>
    <w:rsid w:val="00563531"/>
    <w:rsid w:val="00565FB7"/>
    <w:rsid w:val="0056696D"/>
    <w:rsid w:val="00573475"/>
    <w:rsid w:val="0059484D"/>
    <w:rsid w:val="005A0855"/>
    <w:rsid w:val="005A3196"/>
    <w:rsid w:val="005C080F"/>
    <w:rsid w:val="005C55E5"/>
    <w:rsid w:val="005C696A"/>
    <w:rsid w:val="005D3689"/>
    <w:rsid w:val="005D7F9F"/>
    <w:rsid w:val="005E4BDD"/>
    <w:rsid w:val="005E6E85"/>
    <w:rsid w:val="005F27EC"/>
    <w:rsid w:val="005F31D2"/>
    <w:rsid w:val="005F76A3"/>
    <w:rsid w:val="0061029B"/>
    <w:rsid w:val="006125F1"/>
    <w:rsid w:val="006133CC"/>
    <w:rsid w:val="00617230"/>
    <w:rsid w:val="00620F66"/>
    <w:rsid w:val="00621CE1"/>
    <w:rsid w:val="00623059"/>
    <w:rsid w:val="00627A3E"/>
    <w:rsid w:val="00627FC9"/>
    <w:rsid w:val="006379F2"/>
    <w:rsid w:val="006463D5"/>
    <w:rsid w:val="00647FA8"/>
    <w:rsid w:val="006504FC"/>
    <w:rsid w:val="00650C5F"/>
    <w:rsid w:val="006514B6"/>
    <w:rsid w:val="00654934"/>
    <w:rsid w:val="00656776"/>
    <w:rsid w:val="006620D9"/>
    <w:rsid w:val="00671958"/>
    <w:rsid w:val="006738EA"/>
    <w:rsid w:val="00675843"/>
    <w:rsid w:val="006763A4"/>
    <w:rsid w:val="00677BBD"/>
    <w:rsid w:val="00677F62"/>
    <w:rsid w:val="00691F0F"/>
    <w:rsid w:val="00696477"/>
    <w:rsid w:val="0069791C"/>
    <w:rsid w:val="006B4F96"/>
    <w:rsid w:val="006D050F"/>
    <w:rsid w:val="006D0F7D"/>
    <w:rsid w:val="006D6139"/>
    <w:rsid w:val="006D6D01"/>
    <w:rsid w:val="006E260E"/>
    <w:rsid w:val="006E3CE5"/>
    <w:rsid w:val="006E5D65"/>
    <w:rsid w:val="006F1282"/>
    <w:rsid w:val="006F1FBC"/>
    <w:rsid w:val="006F31E2"/>
    <w:rsid w:val="006F72DA"/>
    <w:rsid w:val="00701B68"/>
    <w:rsid w:val="00706544"/>
    <w:rsid w:val="007072BA"/>
    <w:rsid w:val="0071620A"/>
    <w:rsid w:val="00724677"/>
    <w:rsid w:val="00725459"/>
    <w:rsid w:val="007327BD"/>
    <w:rsid w:val="00734608"/>
    <w:rsid w:val="007371AD"/>
    <w:rsid w:val="00745302"/>
    <w:rsid w:val="007461D6"/>
    <w:rsid w:val="00746EC8"/>
    <w:rsid w:val="00763BF1"/>
    <w:rsid w:val="007664F4"/>
    <w:rsid w:val="00766FD4"/>
    <w:rsid w:val="007713C9"/>
    <w:rsid w:val="00772CB7"/>
    <w:rsid w:val="007759D6"/>
    <w:rsid w:val="00780B44"/>
    <w:rsid w:val="0078168C"/>
    <w:rsid w:val="00786364"/>
    <w:rsid w:val="00787C2A"/>
    <w:rsid w:val="00790E27"/>
    <w:rsid w:val="00797EB7"/>
    <w:rsid w:val="007A24E2"/>
    <w:rsid w:val="007A4022"/>
    <w:rsid w:val="007A412E"/>
    <w:rsid w:val="007A6E6E"/>
    <w:rsid w:val="007C3299"/>
    <w:rsid w:val="007C3BCC"/>
    <w:rsid w:val="007C4546"/>
    <w:rsid w:val="007C4750"/>
    <w:rsid w:val="007C60C0"/>
    <w:rsid w:val="007D6D67"/>
    <w:rsid w:val="007D6E56"/>
    <w:rsid w:val="007F4155"/>
    <w:rsid w:val="0081554D"/>
    <w:rsid w:val="0081707E"/>
    <w:rsid w:val="00820030"/>
    <w:rsid w:val="008272B1"/>
    <w:rsid w:val="008449B3"/>
    <w:rsid w:val="008464A3"/>
    <w:rsid w:val="00853C7D"/>
    <w:rsid w:val="008552A2"/>
    <w:rsid w:val="0085747A"/>
    <w:rsid w:val="00884922"/>
    <w:rsid w:val="00885F64"/>
    <w:rsid w:val="008917F9"/>
    <w:rsid w:val="008A32A7"/>
    <w:rsid w:val="008A45F7"/>
    <w:rsid w:val="008B6BF9"/>
    <w:rsid w:val="008C0CC0"/>
    <w:rsid w:val="008C1875"/>
    <w:rsid w:val="008C19A9"/>
    <w:rsid w:val="008C379D"/>
    <w:rsid w:val="008C5147"/>
    <w:rsid w:val="008C5359"/>
    <w:rsid w:val="008C5363"/>
    <w:rsid w:val="008D08B0"/>
    <w:rsid w:val="008D3DFB"/>
    <w:rsid w:val="008E57BF"/>
    <w:rsid w:val="008E64F4"/>
    <w:rsid w:val="008F12C9"/>
    <w:rsid w:val="008F2EC9"/>
    <w:rsid w:val="008F6E29"/>
    <w:rsid w:val="00916188"/>
    <w:rsid w:val="00917971"/>
    <w:rsid w:val="00923D7D"/>
    <w:rsid w:val="009272AA"/>
    <w:rsid w:val="00934967"/>
    <w:rsid w:val="009508DF"/>
    <w:rsid w:val="00950DAC"/>
    <w:rsid w:val="00953B47"/>
    <w:rsid w:val="00954A07"/>
    <w:rsid w:val="00974935"/>
    <w:rsid w:val="00974F89"/>
    <w:rsid w:val="00990972"/>
    <w:rsid w:val="00997F14"/>
    <w:rsid w:val="009A78D9"/>
    <w:rsid w:val="009C017F"/>
    <w:rsid w:val="009C3E31"/>
    <w:rsid w:val="009C54AE"/>
    <w:rsid w:val="009C788E"/>
    <w:rsid w:val="009D3F3B"/>
    <w:rsid w:val="009D539E"/>
    <w:rsid w:val="009E0543"/>
    <w:rsid w:val="009E3B41"/>
    <w:rsid w:val="009E3C0D"/>
    <w:rsid w:val="009F3C5C"/>
    <w:rsid w:val="009F4610"/>
    <w:rsid w:val="009F72A0"/>
    <w:rsid w:val="00A00ECC"/>
    <w:rsid w:val="00A155EE"/>
    <w:rsid w:val="00A222FA"/>
    <w:rsid w:val="00A2245B"/>
    <w:rsid w:val="00A30110"/>
    <w:rsid w:val="00A36899"/>
    <w:rsid w:val="00A371F6"/>
    <w:rsid w:val="00A43BF6"/>
    <w:rsid w:val="00A44644"/>
    <w:rsid w:val="00A510DF"/>
    <w:rsid w:val="00A53FA5"/>
    <w:rsid w:val="00A54817"/>
    <w:rsid w:val="00A548AA"/>
    <w:rsid w:val="00A563F5"/>
    <w:rsid w:val="00A601C8"/>
    <w:rsid w:val="00A60799"/>
    <w:rsid w:val="00A837C7"/>
    <w:rsid w:val="00A84C85"/>
    <w:rsid w:val="00A8662B"/>
    <w:rsid w:val="00A91882"/>
    <w:rsid w:val="00A97DE1"/>
    <w:rsid w:val="00AA0CC0"/>
    <w:rsid w:val="00AA65E4"/>
    <w:rsid w:val="00AB053C"/>
    <w:rsid w:val="00AB4092"/>
    <w:rsid w:val="00AD1146"/>
    <w:rsid w:val="00AD27D3"/>
    <w:rsid w:val="00AD66D6"/>
    <w:rsid w:val="00AE1160"/>
    <w:rsid w:val="00AE203C"/>
    <w:rsid w:val="00AE2E74"/>
    <w:rsid w:val="00AE57A3"/>
    <w:rsid w:val="00AE5FCB"/>
    <w:rsid w:val="00AF0B9B"/>
    <w:rsid w:val="00AF2C1E"/>
    <w:rsid w:val="00B04A63"/>
    <w:rsid w:val="00B06142"/>
    <w:rsid w:val="00B077F7"/>
    <w:rsid w:val="00B12C21"/>
    <w:rsid w:val="00B135B1"/>
    <w:rsid w:val="00B1435F"/>
    <w:rsid w:val="00B169DF"/>
    <w:rsid w:val="00B3130B"/>
    <w:rsid w:val="00B32585"/>
    <w:rsid w:val="00B3745D"/>
    <w:rsid w:val="00B37A15"/>
    <w:rsid w:val="00B40ADB"/>
    <w:rsid w:val="00B43B77"/>
    <w:rsid w:val="00B43E80"/>
    <w:rsid w:val="00B44502"/>
    <w:rsid w:val="00B446D1"/>
    <w:rsid w:val="00B50EB3"/>
    <w:rsid w:val="00B54E4A"/>
    <w:rsid w:val="00B607DB"/>
    <w:rsid w:val="00B62080"/>
    <w:rsid w:val="00B66529"/>
    <w:rsid w:val="00B75946"/>
    <w:rsid w:val="00B8056E"/>
    <w:rsid w:val="00B819C8"/>
    <w:rsid w:val="00B82308"/>
    <w:rsid w:val="00B90146"/>
    <w:rsid w:val="00B90885"/>
    <w:rsid w:val="00B91105"/>
    <w:rsid w:val="00B928D9"/>
    <w:rsid w:val="00BA3339"/>
    <w:rsid w:val="00BB520A"/>
    <w:rsid w:val="00BC413D"/>
    <w:rsid w:val="00BD3869"/>
    <w:rsid w:val="00BD3F28"/>
    <w:rsid w:val="00BD66E9"/>
    <w:rsid w:val="00BD6FF4"/>
    <w:rsid w:val="00BF0CC3"/>
    <w:rsid w:val="00BF1CCC"/>
    <w:rsid w:val="00BF2C41"/>
    <w:rsid w:val="00BF4872"/>
    <w:rsid w:val="00C0551D"/>
    <w:rsid w:val="00C058B4"/>
    <w:rsid w:val="00C05F44"/>
    <w:rsid w:val="00C131B5"/>
    <w:rsid w:val="00C16ABF"/>
    <w:rsid w:val="00C170AE"/>
    <w:rsid w:val="00C17D71"/>
    <w:rsid w:val="00C20C91"/>
    <w:rsid w:val="00C26CB7"/>
    <w:rsid w:val="00C31103"/>
    <w:rsid w:val="00C324C1"/>
    <w:rsid w:val="00C36992"/>
    <w:rsid w:val="00C3743B"/>
    <w:rsid w:val="00C37459"/>
    <w:rsid w:val="00C4163F"/>
    <w:rsid w:val="00C54650"/>
    <w:rsid w:val="00C56036"/>
    <w:rsid w:val="00C6068E"/>
    <w:rsid w:val="00C61DC5"/>
    <w:rsid w:val="00C63600"/>
    <w:rsid w:val="00C65BE6"/>
    <w:rsid w:val="00C6653E"/>
    <w:rsid w:val="00C67E92"/>
    <w:rsid w:val="00C70A26"/>
    <w:rsid w:val="00C73A40"/>
    <w:rsid w:val="00C766DF"/>
    <w:rsid w:val="00C94B98"/>
    <w:rsid w:val="00CA2B96"/>
    <w:rsid w:val="00CA5089"/>
    <w:rsid w:val="00CA5719"/>
    <w:rsid w:val="00CA6558"/>
    <w:rsid w:val="00CC4A6A"/>
    <w:rsid w:val="00CD240C"/>
    <w:rsid w:val="00CD606D"/>
    <w:rsid w:val="00CD6897"/>
    <w:rsid w:val="00CE51DE"/>
    <w:rsid w:val="00CE5BAC"/>
    <w:rsid w:val="00CF25BE"/>
    <w:rsid w:val="00CF78ED"/>
    <w:rsid w:val="00D024CF"/>
    <w:rsid w:val="00D02B25"/>
    <w:rsid w:val="00D02EBA"/>
    <w:rsid w:val="00D126EE"/>
    <w:rsid w:val="00D17C3C"/>
    <w:rsid w:val="00D26B2C"/>
    <w:rsid w:val="00D3397B"/>
    <w:rsid w:val="00D352C9"/>
    <w:rsid w:val="00D35425"/>
    <w:rsid w:val="00D425B2"/>
    <w:rsid w:val="00D428D6"/>
    <w:rsid w:val="00D51DB8"/>
    <w:rsid w:val="00D552B2"/>
    <w:rsid w:val="00D608D1"/>
    <w:rsid w:val="00D74119"/>
    <w:rsid w:val="00D76B8B"/>
    <w:rsid w:val="00D8075B"/>
    <w:rsid w:val="00D8678B"/>
    <w:rsid w:val="00DA2114"/>
    <w:rsid w:val="00DC0C85"/>
    <w:rsid w:val="00DE09C0"/>
    <w:rsid w:val="00DE4A14"/>
    <w:rsid w:val="00DE635B"/>
    <w:rsid w:val="00DF1C51"/>
    <w:rsid w:val="00DF320D"/>
    <w:rsid w:val="00DF71C8"/>
    <w:rsid w:val="00DF7217"/>
    <w:rsid w:val="00E018EB"/>
    <w:rsid w:val="00E07F46"/>
    <w:rsid w:val="00E129B8"/>
    <w:rsid w:val="00E144B8"/>
    <w:rsid w:val="00E20AD0"/>
    <w:rsid w:val="00E21E7D"/>
    <w:rsid w:val="00E22FBC"/>
    <w:rsid w:val="00E24BF5"/>
    <w:rsid w:val="00E25338"/>
    <w:rsid w:val="00E41030"/>
    <w:rsid w:val="00E43DA8"/>
    <w:rsid w:val="00E45AC7"/>
    <w:rsid w:val="00E471C3"/>
    <w:rsid w:val="00E51E44"/>
    <w:rsid w:val="00E63348"/>
    <w:rsid w:val="00E7195E"/>
    <w:rsid w:val="00E742AA"/>
    <w:rsid w:val="00E77E88"/>
    <w:rsid w:val="00E8107D"/>
    <w:rsid w:val="00E820CA"/>
    <w:rsid w:val="00E82D9A"/>
    <w:rsid w:val="00E960BB"/>
    <w:rsid w:val="00EA2074"/>
    <w:rsid w:val="00EA4832"/>
    <w:rsid w:val="00EA4E9D"/>
    <w:rsid w:val="00EB7701"/>
    <w:rsid w:val="00EC4899"/>
    <w:rsid w:val="00ED03AB"/>
    <w:rsid w:val="00ED32D2"/>
    <w:rsid w:val="00EE1332"/>
    <w:rsid w:val="00EE30D7"/>
    <w:rsid w:val="00EE32DE"/>
    <w:rsid w:val="00EE5457"/>
    <w:rsid w:val="00EF2E1B"/>
    <w:rsid w:val="00EF5740"/>
    <w:rsid w:val="00EF6CFE"/>
    <w:rsid w:val="00EF7E4B"/>
    <w:rsid w:val="00F070AB"/>
    <w:rsid w:val="00F11ED7"/>
    <w:rsid w:val="00F13309"/>
    <w:rsid w:val="00F15DA4"/>
    <w:rsid w:val="00F17567"/>
    <w:rsid w:val="00F27A7B"/>
    <w:rsid w:val="00F31F5D"/>
    <w:rsid w:val="00F367BB"/>
    <w:rsid w:val="00F406DA"/>
    <w:rsid w:val="00F526AF"/>
    <w:rsid w:val="00F617C3"/>
    <w:rsid w:val="00F61A26"/>
    <w:rsid w:val="00F7066B"/>
    <w:rsid w:val="00F738E8"/>
    <w:rsid w:val="00F83597"/>
    <w:rsid w:val="00F83B28"/>
    <w:rsid w:val="00F9370E"/>
    <w:rsid w:val="00F974DA"/>
    <w:rsid w:val="00FA46E5"/>
    <w:rsid w:val="00FA5BBB"/>
    <w:rsid w:val="00FA5F69"/>
    <w:rsid w:val="00FB08A7"/>
    <w:rsid w:val="00FB1340"/>
    <w:rsid w:val="00FB7DBA"/>
    <w:rsid w:val="00FC1C25"/>
    <w:rsid w:val="00FC3F45"/>
    <w:rsid w:val="00FD2EEF"/>
    <w:rsid w:val="00FD503F"/>
    <w:rsid w:val="00FD552F"/>
    <w:rsid w:val="00FD5BE0"/>
    <w:rsid w:val="00FD7589"/>
    <w:rsid w:val="00FE0BAF"/>
    <w:rsid w:val="00FF016A"/>
    <w:rsid w:val="00FF1401"/>
    <w:rsid w:val="00FF25B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AA9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C017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C017F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semiHidden/>
    <w:unhideWhenUsed/>
    <w:rsid w:val="009C01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C017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C017F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semiHidden/>
    <w:unhideWhenUsed/>
    <w:rsid w:val="009C01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0805E-9991-4801-A853-FA7EFBA84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280</TotalTime>
  <Pages>5</Pages>
  <Words>1529</Words>
  <Characters>9178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224</cp:revision>
  <cp:lastPrinted>2019-02-06T12:12:00Z</cp:lastPrinted>
  <dcterms:created xsi:type="dcterms:W3CDTF">2023-06-10T14:37:00Z</dcterms:created>
  <dcterms:modified xsi:type="dcterms:W3CDTF">2024-09-19T14:58:00Z</dcterms:modified>
</cp:coreProperties>
</file>